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EC3E9" w14:textId="77777777" w:rsidR="0050679F" w:rsidRPr="00425903" w:rsidRDefault="0050679F"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50679F" w:rsidRPr="00425903" w14:paraId="50C1C703" w14:textId="77777777">
        <w:tc>
          <w:tcPr>
            <w:tcW w:w="10173" w:type="dxa"/>
            <w:tcFitText/>
            <w:vAlign w:val="center"/>
          </w:tcPr>
          <w:p w14:paraId="373E78B8" w14:textId="77777777" w:rsidR="0050679F" w:rsidRPr="007C45A5" w:rsidRDefault="0050679F"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72A9F1B9" w14:textId="77777777" w:rsidR="0050679F" w:rsidRPr="007C45A5" w:rsidRDefault="0050679F"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7CAB3FF6" w14:textId="77777777" w:rsidR="0050679F" w:rsidRPr="00425903" w:rsidRDefault="0050679F"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50679F" w:rsidRPr="00425903" w14:paraId="4B91EDD4" w14:textId="77777777">
        <w:tc>
          <w:tcPr>
            <w:tcW w:w="10173" w:type="dxa"/>
          </w:tcPr>
          <w:p w14:paraId="34FCA7AA" w14:textId="77777777" w:rsidR="0050679F" w:rsidRPr="00425903" w:rsidRDefault="0050679F"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BB8FBF9" w14:textId="77777777" w:rsidR="0050679F" w:rsidRPr="00425903" w:rsidRDefault="0050679F"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2A769C7" w14:textId="77777777" w:rsidR="0050679F" w:rsidRPr="00425903" w:rsidRDefault="0050679F"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385DC57E" w14:textId="77777777" w:rsidR="0050679F" w:rsidRPr="00425903" w:rsidRDefault="0050679F" w:rsidP="00DF286A">
      <w:pPr>
        <w:ind w:right="-5"/>
        <w:jc w:val="center"/>
        <w:rPr>
          <w:b/>
          <w:bCs/>
          <w:sz w:val="28"/>
          <w:szCs w:val="28"/>
        </w:rPr>
      </w:pPr>
    </w:p>
    <w:p w14:paraId="006E46B3" w14:textId="77777777" w:rsidR="0050679F" w:rsidRPr="00425903" w:rsidRDefault="0050679F" w:rsidP="00DF286A">
      <w:pPr>
        <w:ind w:right="-5"/>
        <w:jc w:val="center"/>
        <w:rPr>
          <w:b/>
          <w:bCs/>
          <w:sz w:val="28"/>
          <w:szCs w:val="28"/>
        </w:rPr>
      </w:pPr>
      <w:r w:rsidRPr="00425903">
        <w:rPr>
          <w:b/>
          <w:bCs/>
          <w:sz w:val="28"/>
          <w:szCs w:val="28"/>
        </w:rPr>
        <w:t xml:space="preserve">ОТДЕЛЕНИЕ БИОТЕХНОЛОГИИ </w:t>
      </w:r>
    </w:p>
    <w:p w14:paraId="219ADEED" w14:textId="77777777" w:rsidR="0050679F" w:rsidRPr="00425903" w:rsidRDefault="0050679F" w:rsidP="00DF286A">
      <w:pPr>
        <w:ind w:right="-5"/>
        <w:jc w:val="center"/>
        <w:rPr>
          <w:b/>
          <w:bCs/>
          <w:sz w:val="28"/>
          <w:szCs w:val="28"/>
        </w:rPr>
      </w:pPr>
    </w:p>
    <w:p w14:paraId="4D66EFC8" w14:textId="77777777" w:rsidR="0050679F" w:rsidRPr="00425903" w:rsidRDefault="0050679F" w:rsidP="00DF286A">
      <w:pPr>
        <w:rPr>
          <w:rFonts w:ascii="Book Antiqua" w:hAnsi="Book Antiqua" w:cs="Book Antiqua"/>
          <w:b/>
          <w:bCs/>
        </w:rPr>
      </w:pPr>
    </w:p>
    <w:p w14:paraId="0109AE27" w14:textId="77777777" w:rsidR="0050679F" w:rsidRPr="00425903" w:rsidRDefault="0050679F"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50679F" w:rsidRPr="007718BB" w14:paraId="731F63A1" w14:textId="77777777">
        <w:tc>
          <w:tcPr>
            <w:tcW w:w="5245" w:type="dxa"/>
          </w:tcPr>
          <w:p w14:paraId="6B6ACBE8" w14:textId="77777777" w:rsidR="0050679F" w:rsidRPr="007718BB" w:rsidRDefault="0050679F" w:rsidP="007718BB">
            <w:pPr>
              <w:rPr>
                <w:sz w:val="28"/>
                <w:szCs w:val="28"/>
              </w:rPr>
            </w:pPr>
            <w:r w:rsidRPr="007718BB">
              <w:rPr>
                <w:sz w:val="28"/>
                <w:szCs w:val="28"/>
              </w:rPr>
              <w:t>Одобрено на заседании</w:t>
            </w:r>
          </w:p>
          <w:p w14:paraId="7B1D76E5" w14:textId="77777777" w:rsidR="0050679F" w:rsidRPr="007718BB" w:rsidRDefault="0050679F" w:rsidP="007718BB">
            <w:pPr>
              <w:rPr>
                <w:sz w:val="28"/>
                <w:szCs w:val="28"/>
              </w:rPr>
            </w:pPr>
            <w:r w:rsidRPr="007718BB">
              <w:rPr>
                <w:sz w:val="28"/>
                <w:szCs w:val="28"/>
              </w:rPr>
              <w:t>Ученого совета ИАТЭ НИЯУ МИФИ</w:t>
            </w:r>
          </w:p>
          <w:p w14:paraId="34671F0F" w14:textId="77777777" w:rsidR="0050679F" w:rsidRPr="007718BB" w:rsidRDefault="0050679F" w:rsidP="007718BB">
            <w:pPr>
              <w:rPr>
                <w:sz w:val="28"/>
                <w:szCs w:val="28"/>
              </w:rPr>
            </w:pPr>
            <w:r w:rsidRPr="007718BB">
              <w:rPr>
                <w:sz w:val="28"/>
                <w:szCs w:val="28"/>
              </w:rPr>
              <w:t>Протокол от 24.04.2023 № 23.4</w:t>
            </w:r>
          </w:p>
        </w:tc>
      </w:tr>
    </w:tbl>
    <w:p w14:paraId="163E07E2" w14:textId="77777777" w:rsidR="0050679F" w:rsidRPr="00425903" w:rsidRDefault="0050679F" w:rsidP="00DF286A">
      <w:pPr>
        <w:rPr>
          <w:rFonts w:ascii="Book Antiqua" w:hAnsi="Book Antiqua" w:cs="Book Antiqua"/>
          <w:b/>
          <w:bCs/>
        </w:rPr>
      </w:pPr>
    </w:p>
    <w:p w14:paraId="64C12E42" w14:textId="77777777" w:rsidR="0050679F" w:rsidRPr="00425903" w:rsidRDefault="0050679F" w:rsidP="00DF286A">
      <w:pPr>
        <w:jc w:val="right"/>
      </w:pPr>
    </w:p>
    <w:p w14:paraId="62188CEA" w14:textId="77777777" w:rsidR="0050679F" w:rsidRPr="00425903" w:rsidRDefault="0050679F" w:rsidP="00DF286A">
      <w:pPr>
        <w:jc w:val="right"/>
      </w:pPr>
    </w:p>
    <w:p w14:paraId="62E2DF46" w14:textId="77777777" w:rsidR="0050679F" w:rsidRPr="00471A7D" w:rsidRDefault="0050679F"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349C5A58" w14:textId="77777777" w:rsidR="0050679F" w:rsidRPr="00471A7D" w:rsidRDefault="0050679F"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6D42BA9B" w14:textId="77777777" w:rsidR="0050679F" w:rsidRPr="00471A7D" w:rsidRDefault="0050679F" w:rsidP="00E474D2">
      <w:pPr>
        <w:rPr>
          <w:sz w:val="28"/>
          <w:szCs w:val="28"/>
        </w:rPr>
      </w:pPr>
    </w:p>
    <w:p w14:paraId="33FDC7F1" w14:textId="77777777" w:rsidR="0050679F" w:rsidRPr="00C65BFA" w:rsidRDefault="0050679F" w:rsidP="00E474D2"/>
    <w:tbl>
      <w:tblPr>
        <w:tblW w:w="0" w:type="auto"/>
        <w:tblInd w:w="-106" w:type="dxa"/>
        <w:tblLook w:val="00A0" w:firstRow="1" w:lastRow="0" w:firstColumn="1" w:lastColumn="0" w:noHBand="0" w:noVBand="0"/>
      </w:tblPr>
      <w:tblGrid>
        <w:gridCol w:w="9677"/>
      </w:tblGrid>
      <w:tr w:rsidR="0050679F" w:rsidRPr="00C65BFA" w14:paraId="66125B23" w14:textId="77777777">
        <w:tc>
          <w:tcPr>
            <w:tcW w:w="10138" w:type="dxa"/>
            <w:tcBorders>
              <w:bottom w:val="single" w:sz="4" w:space="0" w:color="auto"/>
            </w:tcBorders>
          </w:tcPr>
          <w:p w14:paraId="29EC374D" w14:textId="77777777" w:rsidR="0050679F" w:rsidRPr="0038696C" w:rsidRDefault="0050679F" w:rsidP="001D5BAA">
            <w:pPr>
              <w:jc w:val="center"/>
              <w:rPr>
                <w:b/>
                <w:bCs/>
              </w:rPr>
            </w:pPr>
            <w:r w:rsidRPr="0038696C">
              <w:rPr>
                <w:b/>
                <w:bCs/>
              </w:rPr>
              <w:t>Учебная практика (ознакомительная)</w:t>
            </w:r>
          </w:p>
        </w:tc>
      </w:tr>
      <w:tr w:rsidR="0050679F" w:rsidRPr="00C65BFA" w14:paraId="3BF6498B" w14:textId="77777777">
        <w:tc>
          <w:tcPr>
            <w:tcW w:w="10138" w:type="dxa"/>
            <w:tcBorders>
              <w:top w:val="single" w:sz="4" w:space="0" w:color="auto"/>
            </w:tcBorders>
          </w:tcPr>
          <w:p w14:paraId="693F4992" w14:textId="77777777" w:rsidR="0050679F" w:rsidRPr="00C65BFA" w:rsidRDefault="0050679F" w:rsidP="001D5BAA">
            <w:pPr>
              <w:jc w:val="center"/>
              <w:rPr>
                <w:i/>
                <w:iCs/>
              </w:rPr>
            </w:pPr>
            <w:r w:rsidRPr="00C65BFA">
              <w:rPr>
                <w:i/>
                <w:iCs/>
              </w:rPr>
              <w:t>название дисциплины</w:t>
            </w:r>
          </w:p>
        </w:tc>
      </w:tr>
      <w:tr w:rsidR="0050679F" w:rsidRPr="00C65BFA" w14:paraId="56B02D6E" w14:textId="77777777">
        <w:tc>
          <w:tcPr>
            <w:tcW w:w="10138" w:type="dxa"/>
          </w:tcPr>
          <w:p w14:paraId="72703BB9" w14:textId="77777777" w:rsidR="0050679F" w:rsidRPr="00C65BFA" w:rsidRDefault="0050679F" w:rsidP="001D5BAA"/>
        </w:tc>
      </w:tr>
      <w:tr w:rsidR="0050679F" w:rsidRPr="00C65BFA" w14:paraId="03C442BC" w14:textId="77777777">
        <w:tc>
          <w:tcPr>
            <w:tcW w:w="10138" w:type="dxa"/>
          </w:tcPr>
          <w:p w14:paraId="3FCBAD4D" w14:textId="77777777" w:rsidR="0050679F" w:rsidRPr="00C65BFA" w:rsidRDefault="0050679F" w:rsidP="001D5BAA">
            <w:pPr>
              <w:jc w:val="center"/>
            </w:pPr>
            <w:r w:rsidRPr="00C65BFA">
              <w:t>для студентов специальности подготовки</w:t>
            </w:r>
          </w:p>
        </w:tc>
      </w:tr>
      <w:tr w:rsidR="0050679F" w:rsidRPr="00C65BFA" w14:paraId="22B8898D" w14:textId="77777777">
        <w:tc>
          <w:tcPr>
            <w:tcW w:w="10138" w:type="dxa"/>
          </w:tcPr>
          <w:p w14:paraId="1B40DF05" w14:textId="77777777" w:rsidR="0050679F" w:rsidRPr="00C65BFA" w:rsidRDefault="0050679F" w:rsidP="001D5BAA"/>
        </w:tc>
      </w:tr>
      <w:tr w:rsidR="0050679F" w:rsidRPr="00C65BFA" w14:paraId="35A41AA9" w14:textId="77777777">
        <w:tc>
          <w:tcPr>
            <w:tcW w:w="10138" w:type="dxa"/>
            <w:tcBorders>
              <w:bottom w:val="single" w:sz="4" w:space="0" w:color="auto"/>
            </w:tcBorders>
          </w:tcPr>
          <w:p w14:paraId="1C81ABAF" w14:textId="77777777" w:rsidR="0050679F" w:rsidRPr="00C65BFA" w:rsidRDefault="0050679F" w:rsidP="001D5BAA">
            <w:pPr>
              <w:jc w:val="center"/>
            </w:pPr>
            <w:r w:rsidRPr="008C5D06">
              <w:rPr>
                <w:b/>
                <w:bCs/>
              </w:rPr>
              <w:t>0</w:t>
            </w:r>
            <w:r>
              <w:rPr>
                <w:b/>
                <w:bCs/>
              </w:rPr>
              <w:t>4</w:t>
            </w:r>
            <w:r w:rsidRPr="008C5D06">
              <w:rPr>
                <w:b/>
                <w:bCs/>
              </w:rPr>
              <w:t xml:space="preserve">.03.02 </w:t>
            </w:r>
            <w:r>
              <w:rPr>
                <w:b/>
                <w:bCs/>
              </w:rPr>
              <w:t>Химия, физика и механика материалов</w:t>
            </w:r>
          </w:p>
        </w:tc>
      </w:tr>
      <w:tr w:rsidR="0050679F" w:rsidRPr="00C65BFA" w14:paraId="4EDD44C2" w14:textId="77777777">
        <w:tc>
          <w:tcPr>
            <w:tcW w:w="10138" w:type="dxa"/>
            <w:tcBorders>
              <w:top w:val="single" w:sz="4" w:space="0" w:color="auto"/>
            </w:tcBorders>
          </w:tcPr>
          <w:p w14:paraId="739FA72C" w14:textId="77777777" w:rsidR="0050679F" w:rsidRPr="00C65BFA" w:rsidRDefault="0050679F" w:rsidP="001D5BAA">
            <w:pPr>
              <w:jc w:val="center"/>
              <w:rPr>
                <w:i/>
                <w:iCs/>
              </w:rPr>
            </w:pPr>
          </w:p>
        </w:tc>
      </w:tr>
      <w:tr w:rsidR="0050679F" w:rsidRPr="00C65BFA" w14:paraId="38BF6D44" w14:textId="77777777">
        <w:tc>
          <w:tcPr>
            <w:tcW w:w="10138" w:type="dxa"/>
          </w:tcPr>
          <w:p w14:paraId="19A3B765" w14:textId="61A6A148" w:rsidR="0050679F" w:rsidRPr="00C65BFA" w:rsidRDefault="0082446A" w:rsidP="001D5BAA">
            <w:pPr>
              <w:jc w:val="center"/>
              <w:rPr>
                <w:i/>
                <w:iCs/>
              </w:rPr>
            </w:pPr>
            <w:r>
              <w:rPr>
                <w:b/>
                <w:bCs/>
              </w:rPr>
              <w:t>Химические и фармакологические технологии</w:t>
            </w:r>
          </w:p>
        </w:tc>
      </w:tr>
      <w:tr w:rsidR="0050679F" w:rsidRPr="00C65BFA" w14:paraId="123223A3" w14:textId="77777777">
        <w:tc>
          <w:tcPr>
            <w:tcW w:w="10138" w:type="dxa"/>
          </w:tcPr>
          <w:p w14:paraId="22CF9FCC" w14:textId="77777777" w:rsidR="0050679F" w:rsidRPr="00C65BFA" w:rsidRDefault="0050679F" w:rsidP="001D5BAA">
            <w:pPr>
              <w:jc w:val="center"/>
              <w:rPr>
                <w:i/>
                <w:iCs/>
              </w:rPr>
            </w:pPr>
          </w:p>
        </w:tc>
      </w:tr>
      <w:tr w:rsidR="0050679F" w:rsidRPr="00C65BFA" w14:paraId="66A95B2D" w14:textId="77777777">
        <w:tc>
          <w:tcPr>
            <w:tcW w:w="10138" w:type="dxa"/>
          </w:tcPr>
          <w:p w14:paraId="288DE57B" w14:textId="77777777" w:rsidR="0050679F" w:rsidRPr="00C65BFA" w:rsidRDefault="0050679F" w:rsidP="001D5BAA">
            <w:pPr>
              <w:jc w:val="center"/>
            </w:pPr>
          </w:p>
        </w:tc>
      </w:tr>
      <w:tr w:rsidR="0050679F" w:rsidRPr="00C65BFA" w14:paraId="63315F5D" w14:textId="77777777">
        <w:tc>
          <w:tcPr>
            <w:tcW w:w="10138" w:type="dxa"/>
          </w:tcPr>
          <w:p w14:paraId="0A1BAFBB" w14:textId="77777777" w:rsidR="0050679F" w:rsidRPr="00C65BFA" w:rsidRDefault="0050679F" w:rsidP="001D5BAA">
            <w:pPr>
              <w:jc w:val="center"/>
              <w:rPr>
                <w:i/>
                <w:iCs/>
              </w:rPr>
            </w:pPr>
          </w:p>
        </w:tc>
      </w:tr>
      <w:tr w:rsidR="0050679F" w:rsidRPr="00C65BFA" w14:paraId="27E0B6A8" w14:textId="77777777">
        <w:tc>
          <w:tcPr>
            <w:tcW w:w="10138" w:type="dxa"/>
          </w:tcPr>
          <w:p w14:paraId="78246918" w14:textId="77777777" w:rsidR="0050679F" w:rsidRPr="00C65BFA" w:rsidRDefault="0050679F" w:rsidP="001D5BAA">
            <w:pPr>
              <w:jc w:val="center"/>
              <w:rPr>
                <w:i/>
                <w:iCs/>
              </w:rPr>
            </w:pPr>
          </w:p>
        </w:tc>
      </w:tr>
      <w:tr w:rsidR="0050679F" w:rsidRPr="00C65BFA" w14:paraId="17EC8785" w14:textId="77777777">
        <w:tc>
          <w:tcPr>
            <w:tcW w:w="10138" w:type="dxa"/>
          </w:tcPr>
          <w:p w14:paraId="72CC0519" w14:textId="77777777" w:rsidR="0050679F" w:rsidRPr="00C65BFA" w:rsidRDefault="0050679F" w:rsidP="001D5BAA">
            <w:pPr>
              <w:jc w:val="center"/>
            </w:pPr>
            <w:r w:rsidRPr="00C65BFA">
              <w:t>Форма обучения: очная</w:t>
            </w:r>
          </w:p>
        </w:tc>
      </w:tr>
    </w:tbl>
    <w:p w14:paraId="6817C178" w14:textId="77777777" w:rsidR="0050679F" w:rsidRPr="00C65BFA" w:rsidRDefault="0050679F" w:rsidP="00E474D2">
      <w:pPr>
        <w:jc w:val="center"/>
      </w:pPr>
    </w:p>
    <w:p w14:paraId="726615B9" w14:textId="77777777" w:rsidR="0050679F" w:rsidRPr="00C65BFA" w:rsidRDefault="0050679F" w:rsidP="00E474D2">
      <w:pPr>
        <w:jc w:val="center"/>
      </w:pPr>
    </w:p>
    <w:p w14:paraId="515C4115" w14:textId="77777777" w:rsidR="0050679F" w:rsidRPr="00C65BFA" w:rsidRDefault="0050679F" w:rsidP="00E474D2">
      <w:pPr>
        <w:jc w:val="center"/>
      </w:pPr>
    </w:p>
    <w:p w14:paraId="5B39AB9A" w14:textId="77777777" w:rsidR="0050679F" w:rsidRPr="00C65BFA" w:rsidRDefault="0050679F" w:rsidP="00E474D2">
      <w:pPr>
        <w:jc w:val="center"/>
      </w:pPr>
    </w:p>
    <w:p w14:paraId="4E791F24" w14:textId="77777777" w:rsidR="0050679F" w:rsidRDefault="0050679F" w:rsidP="00E474D2">
      <w:pPr>
        <w:jc w:val="center"/>
      </w:pPr>
    </w:p>
    <w:p w14:paraId="17AC8D02" w14:textId="77777777" w:rsidR="0050679F" w:rsidRDefault="0050679F" w:rsidP="00E474D2">
      <w:pPr>
        <w:jc w:val="center"/>
      </w:pPr>
    </w:p>
    <w:p w14:paraId="51AA52E7" w14:textId="77777777" w:rsidR="0050679F" w:rsidRDefault="0050679F" w:rsidP="00E474D2">
      <w:pPr>
        <w:jc w:val="center"/>
      </w:pPr>
    </w:p>
    <w:p w14:paraId="0E3B4535" w14:textId="77777777" w:rsidR="0050679F" w:rsidRPr="00C65BFA" w:rsidRDefault="0050679F" w:rsidP="00E474D2">
      <w:pPr>
        <w:jc w:val="center"/>
      </w:pPr>
    </w:p>
    <w:p w14:paraId="12DABB34" w14:textId="77777777" w:rsidR="0050679F" w:rsidRPr="00C65BFA" w:rsidRDefault="0050679F" w:rsidP="00E474D2">
      <w:pPr>
        <w:jc w:val="center"/>
      </w:pPr>
    </w:p>
    <w:p w14:paraId="6C4C6F2A" w14:textId="77777777" w:rsidR="0050679F" w:rsidRDefault="0050679F"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4B517DB7" w14:textId="77777777" w:rsidR="0050679F" w:rsidRDefault="0050679F">
      <w:pPr>
        <w:widowControl/>
        <w:autoSpaceDE/>
        <w:autoSpaceDN/>
        <w:adjustRightInd/>
        <w:spacing w:after="200" w:line="276" w:lineRule="auto"/>
        <w:rPr>
          <w:b/>
          <w:bCs/>
        </w:rPr>
      </w:pPr>
      <w:r>
        <w:rPr>
          <w:b/>
          <w:bCs/>
        </w:rPr>
        <w:br w:type="page"/>
      </w:r>
    </w:p>
    <w:p w14:paraId="1050BF35" w14:textId="77777777" w:rsidR="0050679F" w:rsidRPr="00C65BFA" w:rsidRDefault="0050679F" w:rsidP="00E474D2">
      <w:pPr>
        <w:spacing w:line="276" w:lineRule="auto"/>
        <w:ind w:left="426"/>
        <w:jc w:val="center"/>
        <w:rPr>
          <w:rStyle w:val="FontStyle140"/>
        </w:rPr>
      </w:pPr>
    </w:p>
    <w:p w14:paraId="04C4130C" w14:textId="77777777" w:rsidR="0050679F" w:rsidRPr="00680092" w:rsidRDefault="0050679F"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711B6F13" w14:textId="77777777" w:rsidR="0050679F" w:rsidRPr="00680092" w:rsidRDefault="0050679F" w:rsidP="00371F79">
      <w:pPr>
        <w:pStyle w:val="Style95"/>
        <w:widowControl/>
        <w:spacing w:line="240" w:lineRule="auto"/>
        <w:ind w:left="389" w:hanging="389"/>
      </w:pPr>
    </w:p>
    <w:p w14:paraId="44812330" w14:textId="77777777" w:rsidR="0050679F" w:rsidRPr="00680092" w:rsidRDefault="0050679F"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92FC8DF" w14:textId="77777777" w:rsidR="0050679F" w:rsidRPr="00680092" w:rsidRDefault="0050679F" w:rsidP="00371F79">
      <w:pPr>
        <w:ind w:left="360" w:hanging="360"/>
        <w:jc w:val="both"/>
      </w:pPr>
      <w:r w:rsidRPr="00680092">
        <w:t>Программа предусматривает:</w:t>
      </w:r>
    </w:p>
    <w:p w14:paraId="2939E416" w14:textId="77777777" w:rsidR="0050679F" w:rsidRPr="00680092" w:rsidRDefault="0050679F" w:rsidP="00371F79">
      <w:pPr>
        <w:ind w:left="360" w:hanging="360"/>
        <w:jc w:val="both"/>
      </w:pPr>
    </w:p>
    <w:p w14:paraId="2CEFE800" w14:textId="77777777" w:rsidR="0050679F" w:rsidRPr="00680092" w:rsidRDefault="0050679F" w:rsidP="00371F79">
      <w:pPr>
        <w:ind w:left="360" w:hanging="360"/>
        <w:jc w:val="both"/>
      </w:pPr>
      <w:r w:rsidRPr="00680092">
        <w:rPr>
          <w:b/>
          <w:bCs/>
        </w:rPr>
        <w:t>Лекции</w:t>
      </w:r>
      <w:r w:rsidRPr="00680092">
        <w:t xml:space="preserve"> </w:t>
      </w:r>
    </w:p>
    <w:p w14:paraId="0AA410D5" w14:textId="77777777" w:rsidR="0050679F" w:rsidRPr="00680092" w:rsidRDefault="0050679F" w:rsidP="00371F79">
      <w:pPr>
        <w:widowControl/>
        <w:autoSpaceDE/>
        <w:autoSpaceDN/>
        <w:adjustRightInd/>
        <w:ind w:left="720"/>
        <w:jc w:val="both"/>
      </w:pPr>
    </w:p>
    <w:p w14:paraId="53268422" w14:textId="77777777" w:rsidR="0050679F" w:rsidRPr="00680092" w:rsidRDefault="0050679F" w:rsidP="00371F79">
      <w:pPr>
        <w:widowControl/>
        <w:autoSpaceDE/>
        <w:autoSpaceDN/>
        <w:adjustRightInd/>
        <w:ind w:left="720"/>
        <w:jc w:val="both"/>
      </w:pPr>
      <w:r w:rsidRPr="00680092">
        <w:rPr>
          <w:b/>
          <w:bCs/>
        </w:rPr>
        <w:t>Организация деятельности студента</w:t>
      </w:r>
      <w:r w:rsidRPr="00680092">
        <w:t>:</w:t>
      </w:r>
    </w:p>
    <w:p w14:paraId="07A7F481" w14:textId="77777777" w:rsidR="0050679F" w:rsidRPr="00680092" w:rsidRDefault="0050679F" w:rsidP="00371F79">
      <w:pPr>
        <w:widowControl/>
        <w:numPr>
          <w:ilvl w:val="0"/>
          <w:numId w:val="1"/>
        </w:numPr>
        <w:autoSpaceDE/>
        <w:autoSpaceDN/>
        <w:adjustRightInd/>
        <w:jc w:val="both"/>
      </w:pPr>
      <w:r w:rsidRPr="00680092">
        <w:t xml:space="preserve">По темам всех лекций имеются презентации. </w:t>
      </w:r>
    </w:p>
    <w:p w14:paraId="515BBEC5" w14:textId="77777777" w:rsidR="0050679F" w:rsidRPr="00680092" w:rsidRDefault="0050679F"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47B27777" w14:textId="77777777" w:rsidR="0050679F" w:rsidRPr="00680092" w:rsidRDefault="0050679F" w:rsidP="00371F79">
      <w:pPr>
        <w:widowControl/>
      </w:pPr>
    </w:p>
    <w:p w14:paraId="249DD94A" w14:textId="77777777" w:rsidR="0050679F" w:rsidRPr="00680092" w:rsidRDefault="0050679F"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56A5A32E" w14:textId="77777777" w:rsidR="0050679F" w:rsidRPr="00680092" w:rsidRDefault="0050679F" w:rsidP="00371F79">
      <w:pPr>
        <w:jc w:val="both"/>
      </w:pPr>
    </w:p>
    <w:p w14:paraId="2B71F780" w14:textId="77777777" w:rsidR="0050679F" w:rsidRPr="00680092" w:rsidRDefault="0050679F" w:rsidP="00371F79">
      <w:pPr>
        <w:jc w:val="both"/>
      </w:pPr>
      <w:r w:rsidRPr="00680092">
        <w:rPr>
          <w:b/>
          <w:bCs/>
        </w:rPr>
        <w:t>Практические занятия</w:t>
      </w:r>
    </w:p>
    <w:p w14:paraId="4E30B088" w14:textId="77777777" w:rsidR="0050679F" w:rsidRPr="00680092" w:rsidRDefault="0050679F" w:rsidP="00371F79">
      <w:pPr>
        <w:jc w:val="both"/>
      </w:pPr>
    </w:p>
    <w:p w14:paraId="3CF132BD" w14:textId="77777777" w:rsidR="0050679F" w:rsidRPr="00680092" w:rsidRDefault="0050679F"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0C3454A1" w14:textId="77777777" w:rsidR="0050679F" w:rsidRPr="00680092" w:rsidRDefault="0050679F"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E9F6168" w14:textId="77777777" w:rsidR="0050679F" w:rsidRPr="00680092" w:rsidRDefault="0050679F" w:rsidP="00371F79">
      <w:pPr>
        <w:pStyle w:val="Default"/>
      </w:pPr>
      <w:r w:rsidRPr="00680092">
        <w:t xml:space="preserve">Основные задачи: </w:t>
      </w:r>
    </w:p>
    <w:p w14:paraId="5368A01B" w14:textId="77777777" w:rsidR="0050679F" w:rsidRPr="00680092" w:rsidRDefault="0050679F"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6FD31707" w14:textId="77777777" w:rsidR="0050679F" w:rsidRPr="00680092" w:rsidRDefault="0050679F" w:rsidP="00371F79">
      <w:pPr>
        <w:jc w:val="both"/>
        <w:rPr>
          <w:b/>
          <w:bCs/>
        </w:rPr>
      </w:pPr>
    </w:p>
    <w:p w14:paraId="102764FA" w14:textId="77777777" w:rsidR="0050679F" w:rsidRPr="00680092" w:rsidRDefault="0050679F" w:rsidP="00371F79">
      <w:pPr>
        <w:jc w:val="both"/>
      </w:pPr>
      <w:r w:rsidRPr="00680092">
        <w:rPr>
          <w:b/>
          <w:bCs/>
        </w:rPr>
        <w:t>Организация деятельности студента</w:t>
      </w:r>
      <w:r w:rsidRPr="00680092">
        <w:t>:</w:t>
      </w:r>
    </w:p>
    <w:p w14:paraId="525980FE" w14:textId="77777777" w:rsidR="0050679F" w:rsidRPr="00680092" w:rsidRDefault="0050679F"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4EB676A0" w14:textId="77777777" w:rsidR="0050679F" w:rsidRPr="00680092" w:rsidRDefault="0050679F"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48F1B69C" w14:textId="77777777" w:rsidR="0050679F" w:rsidRPr="00680092" w:rsidRDefault="0050679F" w:rsidP="00371F79">
      <w:pPr>
        <w:jc w:val="both"/>
      </w:pPr>
    </w:p>
    <w:p w14:paraId="7BF75A61" w14:textId="77777777" w:rsidR="0050679F" w:rsidRPr="00680092" w:rsidRDefault="0050679F" w:rsidP="00371F79">
      <w:pPr>
        <w:jc w:val="both"/>
        <w:rPr>
          <w:b/>
          <w:bCs/>
        </w:rPr>
      </w:pPr>
      <w:r w:rsidRPr="00680092">
        <w:rPr>
          <w:b/>
          <w:bCs/>
        </w:rPr>
        <w:t>Контрольные работы:</w:t>
      </w:r>
    </w:p>
    <w:p w14:paraId="5B534807" w14:textId="77777777" w:rsidR="0050679F" w:rsidRPr="00680092" w:rsidRDefault="0050679F" w:rsidP="00371F79">
      <w:pPr>
        <w:jc w:val="both"/>
      </w:pPr>
    </w:p>
    <w:p w14:paraId="24FF1A13" w14:textId="77777777" w:rsidR="0050679F" w:rsidRPr="00680092" w:rsidRDefault="0050679F"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69980319" w14:textId="77777777" w:rsidR="0050679F" w:rsidRPr="00680092" w:rsidRDefault="0050679F" w:rsidP="00371F79">
      <w:pPr>
        <w:jc w:val="both"/>
      </w:pPr>
    </w:p>
    <w:p w14:paraId="07BBB8C4" w14:textId="77777777" w:rsidR="0050679F" w:rsidRPr="00680092" w:rsidRDefault="0050679F" w:rsidP="00371F79">
      <w:pPr>
        <w:pStyle w:val="Default"/>
        <w:jc w:val="both"/>
      </w:pPr>
      <w:r w:rsidRPr="00680092">
        <w:rPr>
          <w:b/>
          <w:bCs/>
        </w:rPr>
        <w:t xml:space="preserve">Подготовка доклада к семинарскому занятию </w:t>
      </w:r>
    </w:p>
    <w:p w14:paraId="47ABF325" w14:textId="77777777" w:rsidR="0050679F" w:rsidRPr="00680092" w:rsidRDefault="0050679F" w:rsidP="00371F79">
      <w:pPr>
        <w:pStyle w:val="Default"/>
        <w:jc w:val="both"/>
      </w:pPr>
    </w:p>
    <w:p w14:paraId="2A9BB845" w14:textId="77777777" w:rsidR="0050679F" w:rsidRPr="00680092" w:rsidRDefault="0050679F" w:rsidP="00371F79">
      <w:pPr>
        <w:pStyle w:val="Default"/>
        <w:jc w:val="both"/>
      </w:pPr>
      <w:r w:rsidRPr="00680092">
        <w:t xml:space="preserve">Основные этапы подготовки доклада </w:t>
      </w:r>
    </w:p>
    <w:p w14:paraId="32F90323" w14:textId="77777777" w:rsidR="0050679F" w:rsidRPr="00680092" w:rsidRDefault="0050679F" w:rsidP="00371F79">
      <w:pPr>
        <w:pStyle w:val="Default"/>
        <w:spacing w:after="36"/>
        <w:jc w:val="both"/>
      </w:pPr>
      <w:r w:rsidRPr="00680092">
        <w:t xml:space="preserve">- выбор темы; </w:t>
      </w:r>
    </w:p>
    <w:p w14:paraId="15FA27EA" w14:textId="77777777" w:rsidR="0050679F" w:rsidRPr="00680092" w:rsidRDefault="0050679F" w:rsidP="00371F79">
      <w:pPr>
        <w:pStyle w:val="Default"/>
        <w:spacing w:after="36"/>
        <w:jc w:val="both"/>
      </w:pPr>
      <w:r w:rsidRPr="00680092">
        <w:t xml:space="preserve">- консультация преподавателя; </w:t>
      </w:r>
    </w:p>
    <w:p w14:paraId="38D9F973" w14:textId="77777777" w:rsidR="0050679F" w:rsidRPr="00680092" w:rsidRDefault="0050679F" w:rsidP="00371F79">
      <w:pPr>
        <w:pStyle w:val="Default"/>
        <w:spacing w:after="36"/>
        <w:jc w:val="both"/>
      </w:pPr>
      <w:r w:rsidRPr="00680092">
        <w:t xml:space="preserve">- подготовка плана доклада; </w:t>
      </w:r>
    </w:p>
    <w:p w14:paraId="1D438885" w14:textId="77777777" w:rsidR="0050679F" w:rsidRPr="00680092" w:rsidRDefault="0050679F" w:rsidP="00371F79">
      <w:pPr>
        <w:pStyle w:val="Default"/>
        <w:spacing w:after="36"/>
        <w:jc w:val="both"/>
      </w:pPr>
      <w:r w:rsidRPr="00680092">
        <w:t xml:space="preserve">- работа с источниками и литературой, сбор материала; </w:t>
      </w:r>
    </w:p>
    <w:p w14:paraId="42D924B1" w14:textId="77777777" w:rsidR="0050679F" w:rsidRPr="00680092" w:rsidRDefault="0050679F" w:rsidP="00371F79">
      <w:pPr>
        <w:pStyle w:val="Default"/>
        <w:spacing w:after="36"/>
        <w:jc w:val="both"/>
      </w:pPr>
      <w:r w:rsidRPr="00680092">
        <w:t xml:space="preserve">- написание текста доклада; </w:t>
      </w:r>
    </w:p>
    <w:p w14:paraId="1F6173FE" w14:textId="77777777" w:rsidR="0050679F" w:rsidRPr="00680092" w:rsidRDefault="0050679F"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8AB9B01" w14:textId="77777777" w:rsidR="0050679F" w:rsidRPr="00680092" w:rsidRDefault="0050679F" w:rsidP="00371F79">
      <w:pPr>
        <w:pStyle w:val="Default"/>
        <w:jc w:val="both"/>
      </w:pPr>
      <w:r w:rsidRPr="00680092">
        <w:t xml:space="preserve">- выступление с докладом, ответы на вопросы. </w:t>
      </w:r>
    </w:p>
    <w:p w14:paraId="6A667D5B" w14:textId="77777777" w:rsidR="0050679F" w:rsidRPr="00680092" w:rsidRDefault="0050679F" w:rsidP="00371F79">
      <w:pPr>
        <w:pStyle w:val="Default"/>
        <w:jc w:val="both"/>
      </w:pPr>
    </w:p>
    <w:p w14:paraId="78E3FFF8" w14:textId="77777777" w:rsidR="0050679F" w:rsidRPr="00680092" w:rsidRDefault="0050679F"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5DDFCD38" w14:textId="77777777" w:rsidR="0050679F" w:rsidRPr="00680092" w:rsidRDefault="0050679F" w:rsidP="00371F79">
      <w:pPr>
        <w:pStyle w:val="Default"/>
        <w:jc w:val="both"/>
      </w:pPr>
      <w:r w:rsidRPr="00680092">
        <w:t xml:space="preserve">Технические требования к тексту доклада: шрифт 14, интервал 1,5, объем – 3 листа. </w:t>
      </w:r>
    </w:p>
    <w:p w14:paraId="6DD0CE8F" w14:textId="77777777" w:rsidR="0050679F" w:rsidRPr="00680092" w:rsidRDefault="0050679F"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7E912F65" w14:textId="77777777" w:rsidR="0050679F" w:rsidRPr="00680092" w:rsidRDefault="0050679F"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22D421D1" w14:textId="77777777" w:rsidR="0050679F" w:rsidRPr="00680092" w:rsidRDefault="0050679F"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3F220699" w14:textId="77777777" w:rsidR="0050679F" w:rsidRPr="00680092" w:rsidRDefault="0050679F" w:rsidP="00371F79">
      <w:pPr>
        <w:jc w:val="both"/>
      </w:pPr>
    </w:p>
    <w:p w14:paraId="1763F3DA" w14:textId="77777777" w:rsidR="0050679F" w:rsidRPr="00680092" w:rsidRDefault="0050679F" w:rsidP="00371F79">
      <w:pPr>
        <w:jc w:val="both"/>
        <w:rPr>
          <w:b/>
          <w:bCs/>
        </w:rPr>
      </w:pPr>
      <w:r w:rsidRPr="00680092">
        <w:rPr>
          <w:b/>
          <w:bCs/>
        </w:rPr>
        <w:t>Реферат</w:t>
      </w:r>
    </w:p>
    <w:p w14:paraId="708EA49F" w14:textId="77777777" w:rsidR="0050679F" w:rsidRPr="00680092" w:rsidRDefault="0050679F" w:rsidP="00371F79">
      <w:pPr>
        <w:jc w:val="both"/>
      </w:pPr>
    </w:p>
    <w:p w14:paraId="2B4E4AF8" w14:textId="77777777" w:rsidR="0050679F" w:rsidRPr="00680092" w:rsidRDefault="0050679F"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759ED273" w14:textId="77777777" w:rsidR="0050679F" w:rsidRPr="00680092" w:rsidRDefault="0050679F" w:rsidP="00371F79">
      <w:pPr>
        <w:jc w:val="both"/>
      </w:pPr>
    </w:p>
    <w:p w14:paraId="68FC751E" w14:textId="77777777" w:rsidR="0050679F" w:rsidRPr="00680092" w:rsidRDefault="0050679F" w:rsidP="00371F79">
      <w:pPr>
        <w:jc w:val="both"/>
      </w:pPr>
      <w:r w:rsidRPr="00680092">
        <w:t>Требования к оформлению реферата имеются на кафедре и в электронном виде на страничке кафедры.</w:t>
      </w:r>
    </w:p>
    <w:p w14:paraId="3825FD1B" w14:textId="77777777" w:rsidR="0050679F" w:rsidRPr="00680092" w:rsidRDefault="0050679F" w:rsidP="00371F79">
      <w:pPr>
        <w:jc w:val="both"/>
      </w:pPr>
    </w:p>
    <w:p w14:paraId="246BBC4B" w14:textId="77777777" w:rsidR="0050679F" w:rsidRPr="00680092" w:rsidRDefault="0050679F" w:rsidP="00371F79">
      <w:pPr>
        <w:jc w:val="both"/>
      </w:pPr>
      <w:r w:rsidRPr="00680092">
        <w:rPr>
          <w:b/>
          <w:bCs/>
        </w:rPr>
        <w:t>Самостоятельная работа:</w:t>
      </w:r>
      <w:r w:rsidRPr="00680092">
        <w:t xml:space="preserve"> </w:t>
      </w:r>
      <w:r>
        <w:t>54 часа</w:t>
      </w:r>
    </w:p>
    <w:p w14:paraId="542347A9" w14:textId="77777777" w:rsidR="0050679F" w:rsidRPr="00680092" w:rsidRDefault="0050679F"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88103FF" w14:textId="77777777" w:rsidR="0050679F" w:rsidRPr="00680092" w:rsidRDefault="0050679F" w:rsidP="00371F79">
      <w:pPr>
        <w:pStyle w:val="Default"/>
        <w:ind w:left="720"/>
      </w:pPr>
    </w:p>
    <w:p w14:paraId="3883332A" w14:textId="77777777" w:rsidR="0050679F" w:rsidRPr="00680092" w:rsidRDefault="0050679F"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1C4EB0D2" w14:textId="77777777" w:rsidR="0050679F" w:rsidRPr="00680092" w:rsidRDefault="0050679F"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E2249C" w14:textId="77777777" w:rsidR="0050679F" w:rsidRPr="00680092" w:rsidRDefault="0050679F" w:rsidP="00371F79">
      <w:pPr>
        <w:pStyle w:val="Default"/>
        <w:jc w:val="both"/>
      </w:pPr>
      <w:r w:rsidRPr="00680092">
        <w:t xml:space="preserve">В процессе работы с учебной и научной литературой студент может: </w:t>
      </w:r>
    </w:p>
    <w:p w14:paraId="2BA3309E" w14:textId="77777777" w:rsidR="0050679F" w:rsidRPr="00680092" w:rsidRDefault="0050679F"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2E8CDCDD" w14:textId="77777777" w:rsidR="0050679F" w:rsidRPr="00680092" w:rsidRDefault="0050679F"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6D01DE5A" w14:textId="77777777" w:rsidR="0050679F" w:rsidRPr="00680092" w:rsidRDefault="0050679F"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BBC1B40" w14:textId="77777777" w:rsidR="0050679F" w:rsidRPr="00680092" w:rsidRDefault="0050679F"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7A6E707D" w14:textId="77777777" w:rsidR="0050679F" w:rsidRPr="00680092" w:rsidRDefault="0050679F"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79DE708E" w14:textId="77777777" w:rsidR="0050679F" w:rsidRPr="00680092" w:rsidRDefault="0050679F" w:rsidP="00371F79">
      <w:pPr>
        <w:jc w:val="both"/>
      </w:pPr>
      <w:r w:rsidRPr="00680092">
        <w:t>За конспект студент может получить от 0,5 до 2-х балла.</w:t>
      </w:r>
    </w:p>
    <w:p w14:paraId="6590EF3F" w14:textId="77777777" w:rsidR="0050679F" w:rsidRPr="00680092" w:rsidRDefault="0050679F" w:rsidP="00371F79"/>
    <w:p w14:paraId="043720E0" w14:textId="77777777" w:rsidR="0050679F" w:rsidRPr="00680092" w:rsidRDefault="0050679F"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51F4F4CF" w14:textId="77777777" w:rsidR="0050679F" w:rsidRPr="00680092" w:rsidRDefault="0050679F"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3D609552" w14:textId="77777777" w:rsidR="0050679F" w:rsidRDefault="0050679F"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3D4D48C0" w14:textId="77777777" w:rsidR="0050679F" w:rsidRDefault="0050679F" w:rsidP="00371F79"/>
    <w:p w14:paraId="58ECBF0C" w14:textId="77777777" w:rsidR="0050679F" w:rsidRPr="0051127D" w:rsidRDefault="0050679F" w:rsidP="00E474D2"/>
    <w:p w14:paraId="0D6A0C46" w14:textId="77777777" w:rsidR="0050679F" w:rsidRPr="0051127D" w:rsidRDefault="0050679F" w:rsidP="00E474D2">
      <w:pPr>
        <w:jc w:val="center"/>
        <w:rPr>
          <w:b/>
          <w:bCs/>
        </w:rPr>
      </w:pPr>
      <w:r w:rsidRPr="0051127D">
        <w:rPr>
          <w:b/>
          <w:bCs/>
        </w:rPr>
        <w:t>ПРАВИЛА НАПИСАНИЯ ДОКЛАДА</w:t>
      </w:r>
    </w:p>
    <w:p w14:paraId="386595E6" w14:textId="77777777" w:rsidR="0050679F" w:rsidRPr="0051127D" w:rsidRDefault="0050679F" w:rsidP="00E474D2"/>
    <w:p w14:paraId="2C34626F" w14:textId="77777777" w:rsidR="0050679F" w:rsidRPr="00751C6F" w:rsidRDefault="0050679F"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0B119E8" w14:textId="77777777" w:rsidR="0050679F" w:rsidRPr="00751C6F" w:rsidRDefault="0050679F"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553BD476" w14:textId="77777777" w:rsidR="0050679F" w:rsidRPr="00751C6F" w:rsidRDefault="0050679F"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7352A461"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479248F"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767C5D95"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1C1F22F4"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718CAE00"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3CFC1B27" w14:textId="77777777" w:rsidR="0050679F" w:rsidRPr="00751C6F" w:rsidRDefault="0050679F"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2EAA8966" w14:textId="77777777" w:rsidR="0050679F" w:rsidRPr="00751C6F" w:rsidRDefault="0050679F"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5F65ECEA" w14:textId="77777777" w:rsidR="0050679F" w:rsidRPr="00751C6F" w:rsidRDefault="0050679F"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643EA532" w14:textId="77777777" w:rsidR="0050679F" w:rsidRPr="00751C6F" w:rsidRDefault="0050679F"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2546759" w14:textId="77777777" w:rsidR="0050679F" w:rsidRPr="00751C6F" w:rsidRDefault="0050679F"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0B0DA8A9" w14:textId="77777777" w:rsidR="0050679F" w:rsidRPr="00751C6F" w:rsidRDefault="0050679F"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260C2161" w14:textId="77777777" w:rsidR="0050679F" w:rsidRPr="00751C6F" w:rsidRDefault="0050679F"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3A6952BE" w14:textId="77777777" w:rsidR="0050679F" w:rsidRPr="00751C6F" w:rsidRDefault="0050679F"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759807F4" w14:textId="77777777" w:rsidR="0050679F" w:rsidRPr="00751C6F" w:rsidRDefault="0050679F"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762009"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22B7F7FA"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06B0EB38"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4C3C7C10"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47705EE8"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3CF5D61B"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3E238BE5"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4BAB1F8" w14:textId="77777777" w:rsidR="0050679F" w:rsidRPr="00751C6F" w:rsidRDefault="0050679F"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394A78DF" w14:textId="77777777" w:rsidR="0050679F" w:rsidRPr="00751C6F" w:rsidRDefault="0050679F"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790BCD90" w14:textId="77777777" w:rsidR="0050679F" w:rsidRPr="00751C6F" w:rsidRDefault="0050679F"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54DA0340" w14:textId="77777777" w:rsidR="0050679F" w:rsidRPr="00751C6F" w:rsidRDefault="0050679F"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4ABB847E" w14:textId="77777777" w:rsidR="0050679F" w:rsidRPr="00751C6F" w:rsidRDefault="0050679F"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16D6B23D" w14:textId="77777777" w:rsidR="0050679F" w:rsidRPr="00751C6F" w:rsidRDefault="0050679F"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4580872E" w14:textId="77777777" w:rsidR="0050679F" w:rsidRPr="00751C6F" w:rsidRDefault="0050679F"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6ECED250" w14:textId="77777777" w:rsidR="0050679F" w:rsidRDefault="0050679F"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0F6748C4" w14:textId="77777777" w:rsidR="0050679F" w:rsidRDefault="0050679F" w:rsidP="00E474D2">
      <w:pPr>
        <w:spacing w:before="150" w:beforeAutospacing="1" w:after="100" w:afterAutospacing="1"/>
        <w:ind w:left="360"/>
        <w:jc w:val="both"/>
        <w:rPr>
          <w:color w:val="000000"/>
        </w:rPr>
      </w:pPr>
    </w:p>
    <w:p w14:paraId="085F4ADE" w14:textId="77777777" w:rsidR="0050679F" w:rsidRPr="00F65546" w:rsidRDefault="0050679F"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AC7DAF3"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70276DDF"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33AEFCCC"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5B24F074"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332983E2"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5AB54499"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7159711"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12516030"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6E3D266"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7D0B7F66" w14:textId="77777777" w:rsidR="0050679F" w:rsidRPr="00751C6F" w:rsidRDefault="0050679F"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3D235EEC" w14:textId="77777777" w:rsidR="0050679F" w:rsidRPr="00751C6F" w:rsidRDefault="0050679F"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10FD48BF" w14:textId="77777777" w:rsidR="0050679F" w:rsidRPr="0051127D" w:rsidRDefault="0050679F" w:rsidP="00E474D2">
      <w:pPr>
        <w:jc w:val="center"/>
        <w:rPr>
          <w:b/>
          <w:bCs/>
        </w:rPr>
      </w:pPr>
      <w:r w:rsidRPr="0051127D">
        <w:rPr>
          <w:b/>
          <w:bCs/>
        </w:rPr>
        <w:t>СОСТАВЛЕНИЕ ДОКЛАДА</w:t>
      </w:r>
    </w:p>
    <w:p w14:paraId="5FDC8606" w14:textId="77777777" w:rsidR="0050679F" w:rsidRPr="00442981" w:rsidRDefault="0050679F"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2A0E8EB0" w14:textId="77777777" w:rsidR="0050679F" w:rsidRPr="00442981" w:rsidRDefault="0050679F"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0B84CF1B" w14:textId="77777777" w:rsidR="0050679F" w:rsidRPr="00442981" w:rsidRDefault="0050679F"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0109F822" w14:textId="77777777" w:rsidR="0050679F" w:rsidRPr="00442981" w:rsidRDefault="0050679F"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680E21A" w14:textId="77777777" w:rsidR="0050679F" w:rsidRPr="00442981" w:rsidRDefault="0050679F"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496EF0AA" w14:textId="77777777" w:rsidR="0050679F" w:rsidRPr="00442981" w:rsidRDefault="0050679F"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40137A75" w14:textId="77777777" w:rsidR="0050679F" w:rsidRPr="00442981" w:rsidRDefault="0050679F"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464DA608" w14:textId="77777777" w:rsidR="0050679F" w:rsidRPr="0051127D" w:rsidRDefault="0050679F"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2BE75E58" w14:textId="77777777" w:rsidR="0050679F" w:rsidRPr="0051127D" w:rsidRDefault="0050679F"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661B1CD9" w14:textId="77777777" w:rsidR="0050679F" w:rsidRPr="0051127D" w:rsidRDefault="0050679F"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392EAA97" w14:textId="77777777" w:rsidR="0050679F" w:rsidRPr="0051127D" w:rsidRDefault="0050679F"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4E534310" w14:textId="77777777" w:rsidR="0050679F" w:rsidRPr="0051127D" w:rsidRDefault="0050679F"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409F57" w14:textId="77777777" w:rsidR="0050679F" w:rsidRPr="0051127D" w:rsidRDefault="0050679F"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292DC757" w14:textId="77777777" w:rsidR="0050679F" w:rsidRPr="0051127D" w:rsidRDefault="0050679F" w:rsidP="00E474D2"/>
    <w:p w14:paraId="5C451C76" w14:textId="77777777" w:rsidR="0050679F" w:rsidRPr="0051127D" w:rsidRDefault="0050679F"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6261BC1F" w14:textId="77777777" w:rsidR="0050679F" w:rsidRPr="0051127D" w:rsidRDefault="0050679F"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5A7AE89F" w14:textId="77777777" w:rsidR="0050679F" w:rsidRPr="0051127D" w:rsidRDefault="0050679F"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383B032A" w14:textId="77777777" w:rsidR="0050679F" w:rsidRPr="0051127D" w:rsidRDefault="0050679F"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4AF52F35" w14:textId="77777777" w:rsidR="0050679F" w:rsidRPr="0051127D" w:rsidRDefault="0050679F"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3B20F300" w14:textId="77777777" w:rsidR="0050679F" w:rsidRPr="0051127D" w:rsidRDefault="0050679F"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A170C4E" w14:textId="77777777" w:rsidR="0050679F" w:rsidRPr="0051127D" w:rsidRDefault="0050679F"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61400D36" w14:textId="77777777" w:rsidR="0050679F" w:rsidRPr="0051127D" w:rsidRDefault="0050679F" w:rsidP="00E474D2">
      <w:pPr>
        <w:rPr>
          <w:color w:val="000000"/>
        </w:rPr>
      </w:pPr>
      <w:r w:rsidRPr="0051127D">
        <w:rPr>
          <w:color w:val="000000"/>
        </w:rPr>
        <w:t>Закончите доклад, поблагодарив за внимание председателя и членов комиссии.</w:t>
      </w:r>
    </w:p>
    <w:p w14:paraId="7147BAA3" w14:textId="77777777" w:rsidR="0050679F" w:rsidRPr="0051127D" w:rsidRDefault="0050679F"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67D0003D" w14:textId="77777777" w:rsidR="0050679F" w:rsidRPr="00C7143E" w:rsidRDefault="0050679F" w:rsidP="00E474D2">
      <w:pPr>
        <w:rPr>
          <w:u w:val="single"/>
        </w:rPr>
      </w:pPr>
      <w:r w:rsidRPr="00C7143E">
        <w:rPr>
          <w:u w:val="single"/>
        </w:rPr>
        <w:t>Инструкция</w:t>
      </w:r>
    </w:p>
    <w:p w14:paraId="31A61C45" w14:textId="77777777" w:rsidR="0050679F" w:rsidRPr="0051127D" w:rsidRDefault="0050679F"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4C97636C" w14:textId="77777777" w:rsidR="0050679F" w:rsidRPr="0051127D" w:rsidRDefault="0050679F"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66CE16B3" w14:textId="77777777" w:rsidR="0050679F" w:rsidRPr="0051127D" w:rsidRDefault="0050679F"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0B49C385" w14:textId="77777777" w:rsidR="0050679F" w:rsidRPr="0051127D" w:rsidRDefault="0050679F"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27DE8DC6" w14:textId="77777777" w:rsidR="0050679F" w:rsidRPr="0051127D" w:rsidRDefault="0050679F"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1FF1B135" w14:textId="77777777" w:rsidR="0050679F" w:rsidRPr="0051127D" w:rsidRDefault="0050679F"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162814A6" w14:textId="77777777" w:rsidR="0050679F" w:rsidRPr="0051127D" w:rsidRDefault="0050679F"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1AACE858" w14:textId="77777777" w:rsidR="0050679F" w:rsidRPr="0051127D" w:rsidRDefault="0050679F"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65A28BE" w14:textId="77777777" w:rsidR="0050679F" w:rsidRPr="0051127D" w:rsidRDefault="0050679F" w:rsidP="00E474D2">
      <w:pPr>
        <w:rPr>
          <w:b/>
          <w:bCs/>
          <w:color w:val="000000"/>
        </w:rPr>
      </w:pPr>
      <w:r w:rsidRPr="0051127D">
        <w:rPr>
          <w:b/>
          <w:bCs/>
          <w:color w:val="000000"/>
        </w:rPr>
        <w:t>Полезный совет</w:t>
      </w:r>
    </w:p>
    <w:p w14:paraId="7BDA0ABD" w14:textId="77777777" w:rsidR="0050679F" w:rsidRPr="0051127D" w:rsidRDefault="0050679F"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76DAEF77" w14:textId="77777777" w:rsidR="0050679F" w:rsidRDefault="0050679F" w:rsidP="00E474D2">
      <w:pPr>
        <w:shd w:val="clear" w:color="auto" w:fill="FFFFFF"/>
        <w:spacing w:after="405" w:line="360" w:lineRule="atLeast"/>
        <w:jc w:val="center"/>
        <w:textAlignment w:val="baseline"/>
        <w:rPr>
          <w:b/>
          <w:bCs/>
        </w:rPr>
      </w:pPr>
    </w:p>
    <w:p w14:paraId="48219D58" w14:textId="77777777" w:rsidR="0050679F" w:rsidRPr="0051127D" w:rsidRDefault="0050679F" w:rsidP="00E474D2">
      <w:pPr>
        <w:shd w:val="clear" w:color="auto" w:fill="FFFFFF"/>
        <w:spacing w:after="405" w:line="360" w:lineRule="atLeast"/>
        <w:jc w:val="center"/>
        <w:textAlignment w:val="baseline"/>
        <w:rPr>
          <w:b/>
          <w:bCs/>
        </w:rPr>
      </w:pPr>
      <w:r w:rsidRPr="0051127D">
        <w:rPr>
          <w:b/>
          <w:bCs/>
        </w:rPr>
        <w:t>ПРЕЗЕНТАЦИЯ</w:t>
      </w:r>
    </w:p>
    <w:p w14:paraId="4C9E0F36" w14:textId="77777777" w:rsidR="0050679F" w:rsidRPr="00BF205D" w:rsidRDefault="0050679F"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66BA6714" w14:textId="77777777" w:rsidR="0050679F" w:rsidRPr="00BF205D" w:rsidRDefault="0050679F"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181149A7" w14:textId="77777777" w:rsidR="0050679F" w:rsidRPr="00BF205D" w:rsidRDefault="0050679F"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6A4347E8" w14:textId="77777777" w:rsidR="0050679F" w:rsidRPr="00BF205D" w:rsidRDefault="0050679F"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322A90FC" w14:textId="77777777" w:rsidR="0050679F" w:rsidRPr="00BF205D" w:rsidRDefault="0050679F"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2608D722" w14:textId="77777777" w:rsidR="0050679F" w:rsidRPr="00BF205D" w:rsidRDefault="0050679F"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3C32070C" w14:textId="77777777" w:rsidR="0050679F" w:rsidRPr="00BF205D" w:rsidRDefault="0050679F"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66452D13" w14:textId="77777777" w:rsidR="0050679F" w:rsidRPr="00BF205D" w:rsidRDefault="0050679F"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06DF2A51" w14:textId="77777777" w:rsidR="0050679F" w:rsidRPr="00BF205D" w:rsidRDefault="0050679F"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3A6714EE" w14:textId="77777777" w:rsidR="0050679F" w:rsidRPr="00C7143E" w:rsidRDefault="0050679F"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1F9ACE72" w14:textId="77777777" w:rsidR="0050679F" w:rsidRDefault="0050679F" w:rsidP="00E474D2">
      <w:pPr>
        <w:jc w:val="center"/>
      </w:pPr>
      <w:r w:rsidRPr="008053F7">
        <w:rPr>
          <w:b/>
          <w:bCs/>
          <w:sz w:val="28"/>
          <w:szCs w:val="28"/>
        </w:rPr>
        <w:t>Правила написания рефератов</w:t>
      </w:r>
    </w:p>
    <w:p w14:paraId="10EEB90B" w14:textId="77777777" w:rsidR="0050679F" w:rsidRPr="002B2C22" w:rsidRDefault="0050679F" w:rsidP="00E474D2">
      <w:pPr>
        <w:jc w:val="both"/>
      </w:pPr>
    </w:p>
    <w:p w14:paraId="313D955E" w14:textId="77777777" w:rsidR="0050679F" w:rsidRPr="002B2C22" w:rsidRDefault="0050679F"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2297FDBC" w14:textId="77777777" w:rsidR="0050679F" w:rsidRPr="002B2C22" w:rsidRDefault="0050679F"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BEDCCD2" w14:textId="77777777" w:rsidR="0050679F" w:rsidRPr="002B2C22" w:rsidRDefault="0050679F"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2CD75E9F" w14:textId="77777777" w:rsidR="0050679F" w:rsidRPr="002B2C22" w:rsidRDefault="0050679F" w:rsidP="00E474D2">
      <w:pPr>
        <w:jc w:val="both"/>
        <w:rPr>
          <w:b/>
          <w:bCs/>
          <w:i/>
          <w:iCs/>
        </w:rPr>
      </w:pPr>
      <w:r w:rsidRPr="002B2C22">
        <w:rPr>
          <w:b/>
          <w:bCs/>
          <w:i/>
          <w:iCs/>
        </w:rPr>
        <w:t xml:space="preserve">Как выбрать тему </w:t>
      </w:r>
    </w:p>
    <w:p w14:paraId="5D55B46E" w14:textId="77777777" w:rsidR="0050679F" w:rsidRPr="002B2C22" w:rsidRDefault="0050679F"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3BF7C26B" w14:textId="77777777" w:rsidR="0050679F" w:rsidRPr="002B2C22" w:rsidRDefault="0050679F"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2AEA5046" w14:textId="77777777" w:rsidR="0050679F" w:rsidRPr="002B2C22" w:rsidRDefault="0050679F"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7A165941" w14:textId="77777777" w:rsidR="0050679F" w:rsidRPr="002B2C22" w:rsidRDefault="0050679F"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466B0BEC" w14:textId="77777777" w:rsidR="0050679F" w:rsidRPr="002B2C22" w:rsidRDefault="0050679F" w:rsidP="00E474D2">
      <w:pPr>
        <w:jc w:val="both"/>
        <w:rPr>
          <w:b/>
          <w:bCs/>
          <w:i/>
          <w:iCs/>
        </w:rPr>
      </w:pPr>
      <w:r w:rsidRPr="002B2C22">
        <w:rPr>
          <w:b/>
          <w:bCs/>
          <w:i/>
          <w:iCs/>
        </w:rPr>
        <w:t>Научная работа</w:t>
      </w:r>
    </w:p>
    <w:p w14:paraId="13B53993" w14:textId="77777777" w:rsidR="0050679F" w:rsidRPr="002B2C22" w:rsidRDefault="0050679F"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2A6E71E7" w14:textId="77777777" w:rsidR="0050679F" w:rsidRPr="002B2C22" w:rsidRDefault="0050679F"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6A1478EB" w14:textId="77777777" w:rsidR="0050679F" w:rsidRPr="002B2C22" w:rsidRDefault="0050679F"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2E6FAC95" w14:textId="77777777" w:rsidR="0050679F" w:rsidRPr="002B2C22" w:rsidRDefault="0050679F" w:rsidP="00E474D2">
      <w:pPr>
        <w:ind w:firstLine="709"/>
        <w:jc w:val="both"/>
      </w:pPr>
      <w:r w:rsidRPr="002B2C22">
        <w:t xml:space="preserve">Для рефератов необходимо выполнять следующие требования: </w:t>
      </w:r>
    </w:p>
    <w:p w14:paraId="0D3CA879" w14:textId="77777777" w:rsidR="0050679F" w:rsidRPr="002B2C22" w:rsidRDefault="0050679F" w:rsidP="00E474D2">
      <w:pPr>
        <w:widowControl/>
        <w:numPr>
          <w:ilvl w:val="0"/>
          <w:numId w:val="12"/>
        </w:numPr>
        <w:autoSpaceDE/>
        <w:autoSpaceDN/>
        <w:adjustRightInd/>
        <w:ind w:left="720"/>
        <w:jc w:val="both"/>
      </w:pPr>
      <w:r w:rsidRPr="002B2C22">
        <w:t>общие требования,</w:t>
      </w:r>
    </w:p>
    <w:p w14:paraId="6B17E35A" w14:textId="77777777" w:rsidR="0050679F" w:rsidRPr="002B2C22" w:rsidRDefault="0050679F" w:rsidP="00E474D2">
      <w:pPr>
        <w:widowControl/>
        <w:numPr>
          <w:ilvl w:val="0"/>
          <w:numId w:val="12"/>
        </w:numPr>
        <w:autoSpaceDE/>
        <w:autoSpaceDN/>
        <w:adjustRightInd/>
        <w:ind w:left="720"/>
        <w:jc w:val="both"/>
      </w:pPr>
      <w:r w:rsidRPr="002B2C22">
        <w:t xml:space="preserve">соответствие структуре реферата, </w:t>
      </w:r>
    </w:p>
    <w:p w14:paraId="0E79D2C8" w14:textId="77777777" w:rsidR="0050679F" w:rsidRPr="002B2C22" w:rsidRDefault="0050679F" w:rsidP="00E474D2">
      <w:pPr>
        <w:widowControl/>
        <w:numPr>
          <w:ilvl w:val="0"/>
          <w:numId w:val="12"/>
        </w:numPr>
        <w:autoSpaceDE/>
        <w:autoSpaceDN/>
        <w:adjustRightInd/>
        <w:ind w:left="720"/>
        <w:jc w:val="both"/>
      </w:pPr>
      <w:r w:rsidRPr="002B2C22">
        <w:t xml:space="preserve">правила цитирования, </w:t>
      </w:r>
    </w:p>
    <w:p w14:paraId="72980976" w14:textId="77777777" w:rsidR="0050679F" w:rsidRPr="002B2C22" w:rsidRDefault="0050679F" w:rsidP="00E474D2">
      <w:pPr>
        <w:widowControl/>
        <w:numPr>
          <w:ilvl w:val="0"/>
          <w:numId w:val="12"/>
        </w:numPr>
        <w:autoSpaceDE/>
        <w:autoSpaceDN/>
        <w:adjustRightInd/>
        <w:ind w:left="720"/>
        <w:jc w:val="both"/>
      </w:pPr>
      <w:r w:rsidRPr="002B2C22">
        <w:t xml:space="preserve">правильное оформление ссылок, </w:t>
      </w:r>
    </w:p>
    <w:p w14:paraId="4DAFE6A8" w14:textId="77777777" w:rsidR="0050679F" w:rsidRPr="002B2C22" w:rsidRDefault="0050679F"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70309F5C" w14:textId="77777777" w:rsidR="0050679F" w:rsidRPr="002B2C22" w:rsidRDefault="0050679F" w:rsidP="00E474D2">
      <w:pPr>
        <w:jc w:val="both"/>
      </w:pPr>
    </w:p>
    <w:p w14:paraId="145E6E95" w14:textId="77777777" w:rsidR="0050679F" w:rsidRPr="002B2C22" w:rsidRDefault="0050679F" w:rsidP="00E474D2">
      <w:pPr>
        <w:jc w:val="both"/>
        <w:rPr>
          <w:b/>
          <w:bCs/>
          <w:i/>
          <w:iCs/>
        </w:rPr>
      </w:pPr>
      <w:r w:rsidRPr="002B2C22">
        <w:rPr>
          <w:b/>
          <w:bCs/>
          <w:i/>
          <w:iCs/>
        </w:rPr>
        <w:t>Общие требования</w:t>
      </w:r>
    </w:p>
    <w:p w14:paraId="05C4FBCF" w14:textId="77777777" w:rsidR="0050679F" w:rsidRPr="002B2C22" w:rsidRDefault="0050679F"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70FCF815" w14:textId="77777777" w:rsidR="0050679F" w:rsidRPr="002B2C22" w:rsidRDefault="0050679F"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33C62D33" w14:textId="77777777" w:rsidR="0050679F" w:rsidRPr="002B2C22" w:rsidRDefault="0050679F" w:rsidP="00E474D2">
      <w:pPr>
        <w:ind w:firstLine="709"/>
        <w:jc w:val="both"/>
      </w:pPr>
      <w:r w:rsidRPr="002B2C22">
        <w:t xml:space="preserve">Общий объем реферата должен быть не менее 10 и не более 20 страниц для печатного текста. </w:t>
      </w:r>
    </w:p>
    <w:p w14:paraId="54C0C2D6" w14:textId="77777777" w:rsidR="0050679F" w:rsidRPr="002B2C22" w:rsidRDefault="0050679F"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01FF6642" w14:textId="77777777" w:rsidR="0050679F" w:rsidRPr="002B2C22" w:rsidRDefault="0050679F"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3E02B5A3" w14:textId="77777777" w:rsidR="0050679F" w:rsidRPr="002B2C22" w:rsidRDefault="0050679F"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08FF08E2" w14:textId="77777777" w:rsidR="0050679F" w:rsidRPr="002B2C22" w:rsidRDefault="0050679F"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B048857" w14:textId="77777777" w:rsidR="0050679F" w:rsidRPr="002B2C22" w:rsidRDefault="0050679F"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37EF3AF6" w14:textId="77777777" w:rsidR="0050679F" w:rsidRPr="002B2C22" w:rsidRDefault="0050679F" w:rsidP="00E474D2">
      <w:pPr>
        <w:jc w:val="both"/>
      </w:pPr>
    </w:p>
    <w:p w14:paraId="6FB5C289" w14:textId="77777777" w:rsidR="0050679F" w:rsidRPr="002B2C22" w:rsidRDefault="0050679F" w:rsidP="00E474D2">
      <w:pPr>
        <w:pStyle w:val="a4"/>
        <w:spacing w:after="0"/>
        <w:jc w:val="both"/>
        <w:rPr>
          <w:i/>
          <w:iCs/>
        </w:rPr>
      </w:pPr>
      <w:r w:rsidRPr="002B2C22">
        <w:rPr>
          <w:b/>
          <w:bCs/>
          <w:i/>
          <w:iCs/>
        </w:rPr>
        <w:t>Этапы работы над рефератом</w:t>
      </w:r>
    </w:p>
    <w:p w14:paraId="2AF4F370" w14:textId="77777777" w:rsidR="0050679F" w:rsidRPr="002B2C22" w:rsidRDefault="0050679F" w:rsidP="00E474D2">
      <w:pPr>
        <w:pStyle w:val="a4"/>
        <w:spacing w:after="0"/>
        <w:ind w:firstLine="709"/>
        <w:jc w:val="both"/>
      </w:pPr>
    </w:p>
    <w:p w14:paraId="122BD84C" w14:textId="77777777" w:rsidR="0050679F" w:rsidRPr="002B2C22" w:rsidRDefault="0050679F"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37158F76" w14:textId="77777777" w:rsidR="0050679F" w:rsidRPr="002B2C22" w:rsidRDefault="0050679F" w:rsidP="00E474D2">
      <w:pPr>
        <w:pStyle w:val="a4"/>
        <w:spacing w:after="0"/>
        <w:ind w:firstLine="709"/>
        <w:jc w:val="both"/>
        <w:rPr>
          <w:i/>
          <w:iCs/>
        </w:rPr>
      </w:pPr>
      <w:r w:rsidRPr="002B2C22">
        <w:rPr>
          <w:i/>
          <w:iCs/>
        </w:rPr>
        <w:t xml:space="preserve">Этап 1. Формулирование темы. </w:t>
      </w:r>
    </w:p>
    <w:p w14:paraId="512D7004" w14:textId="77777777" w:rsidR="0050679F" w:rsidRPr="002B2C22" w:rsidRDefault="0050679F"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572F3499" w14:textId="77777777" w:rsidR="0050679F" w:rsidRPr="002B2C22" w:rsidRDefault="0050679F"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4901C80B" w14:textId="77777777" w:rsidR="0050679F" w:rsidRPr="002B2C22" w:rsidRDefault="0050679F"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64642E80" w14:textId="77777777" w:rsidR="0050679F" w:rsidRPr="002B2C22" w:rsidRDefault="0050679F"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7258E2E7" w14:textId="77777777" w:rsidR="0050679F" w:rsidRPr="002B2C22" w:rsidRDefault="0050679F"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5705A22A" w14:textId="77777777" w:rsidR="0050679F" w:rsidRPr="002B2C22" w:rsidRDefault="0050679F"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0E2B14FB" w14:textId="77777777" w:rsidR="0050679F" w:rsidRPr="002B2C22" w:rsidRDefault="0050679F"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25D08DFE" w14:textId="77777777" w:rsidR="0050679F" w:rsidRPr="002B2C22" w:rsidRDefault="0050679F" w:rsidP="00E474D2">
      <w:pPr>
        <w:jc w:val="both"/>
      </w:pPr>
    </w:p>
    <w:p w14:paraId="4CE41493" w14:textId="77777777" w:rsidR="0050679F" w:rsidRPr="002B2C22" w:rsidRDefault="0050679F"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64F63A4B" w14:textId="77777777" w:rsidR="0050679F" w:rsidRPr="002B2C22" w:rsidRDefault="0050679F" w:rsidP="00E474D2">
      <w:pPr>
        <w:jc w:val="both"/>
      </w:pPr>
    </w:p>
    <w:p w14:paraId="552748DB" w14:textId="77777777" w:rsidR="0050679F" w:rsidRPr="002B2C22" w:rsidRDefault="0050679F" w:rsidP="00E474D2">
      <w:pPr>
        <w:ind w:firstLine="709"/>
        <w:jc w:val="both"/>
      </w:pPr>
      <w:r w:rsidRPr="002B2C22">
        <w:t>Содержание реферата складывается из нескольких смысловых компонентов:</w:t>
      </w:r>
    </w:p>
    <w:p w14:paraId="5F22CBD4" w14:textId="77777777" w:rsidR="0050679F" w:rsidRPr="002B2C22" w:rsidRDefault="0050679F" w:rsidP="00E474D2">
      <w:pPr>
        <w:widowControl/>
        <w:numPr>
          <w:ilvl w:val="0"/>
          <w:numId w:val="13"/>
        </w:numPr>
        <w:autoSpaceDE/>
        <w:autoSpaceDN/>
        <w:adjustRightInd/>
        <w:ind w:left="1260"/>
        <w:jc w:val="both"/>
      </w:pPr>
      <w:r w:rsidRPr="002B2C22">
        <w:t xml:space="preserve">обоснование выбранной темы; </w:t>
      </w:r>
    </w:p>
    <w:p w14:paraId="54F26ECA" w14:textId="77777777" w:rsidR="0050679F" w:rsidRPr="002B2C22" w:rsidRDefault="0050679F"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73910F00" w14:textId="77777777" w:rsidR="0050679F" w:rsidRPr="002B2C22" w:rsidRDefault="0050679F" w:rsidP="00E474D2">
      <w:pPr>
        <w:widowControl/>
        <w:numPr>
          <w:ilvl w:val="0"/>
          <w:numId w:val="13"/>
        </w:numPr>
        <w:autoSpaceDE/>
        <w:autoSpaceDN/>
        <w:adjustRightInd/>
        <w:ind w:left="1260"/>
        <w:jc w:val="both"/>
      </w:pPr>
      <w:r w:rsidRPr="002B2C22">
        <w:t xml:space="preserve">актуальность поставленной проблемы; </w:t>
      </w:r>
    </w:p>
    <w:p w14:paraId="1EF9681E" w14:textId="77777777" w:rsidR="0050679F" w:rsidRPr="002B2C22" w:rsidRDefault="0050679F"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611BF6C7" w14:textId="77777777" w:rsidR="0050679F" w:rsidRPr="002B2C22" w:rsidRDefault="0050679F" w:rsidP="00E474D2">
      <w:pPr>
        <w:pStyle w:val="4"/>
        <w:spacing w:before="0"/>
        <w:jc w:val="both"/>
        <w:rPr>
          <w:rStyle w:val="objecttitletxt"/>
          <w:rFonts w:cs="Times New Roman"/>
        </w:rPr>
      </w:pPr>
      <w:bookmarkStart w:id="0" w:name="BM1_4"/>
      <w:bookmarkEnd w:id="0"/>
    </w:p>
    <w:p w14:paraId="08D70CC2" w14:textId="77777777" w:rsidR="0050679F" w:rsidRPr="002B2C22" w:rsidRDefault="0050679F" w:rsidP="00E474D2">
      <w:pPr>
        <w:pStyle w:val="4"/>
        <w:spacing w:before="0"/>
        <w:jc w:val="both"/>
        <w:rPr>
          <w:rFonts w:cs="Times New Roman"/>
          <w:i w:val="0"/>
          <w:iCs w:val="0"/>
        </w:rPr>
      </w:pPr>
      <w:r w:rsidRPr="002B2C22">
        <w:rPr>
          <w:rStyle w:val="objecttitletxt"/>
        </w:rPr>
        <w:t>Формальные компоненты реферата</w:t>
      </w:r>
    </w:p>
    <w:p w14:paraId="3D11277F" w14:textId="77777777" w:rsidR="0050679F" w:rsidRPr="002B2C22" w:rsidRDefault="0050679F" w:rsidP="00E474D2">
      <w:pPr>
        <w:jc w:val="both"/>
      </w:pPr>
    </w:p>
    <w:p w14:paraId="562515BE" w14:textId="77777777" w:rsidR="0050679F" w:rsidRPr="002B2C22" w:rsidRDefault="0050679F" w:rsidP="00E474D2">
      <w:pPr>
        <w:jc w:val="both"/>
      </w:pPr>
      <w:r w:rsidRPr="002B2C22">
        <w:t xml:space="preserve">Титульный лист </w:t>
      </w:r>
    </w:p>
    <w:p w14:paraId="67BFF55C" w14:textId="77777777" w:rsidR="0050679F" w:rsidRPr="002B2C22" w:rsidRDefault="0050679F" w:rsidP="00E474D2">
      <w:pPr>
        <w:jc w:val="both"/>
      </w:pPr>
      <w:r w:rsidRPr="002B2C22">
        <w:t xml:space="preserve">Содержание </w:t>
      </w:r>
    </w:p>
    <w:p w14:paraId="4A34B45F" w14:textId="77777777" w:rsidR="0050679F" w:rsidRPr="002B2C22" w:rsidRDefault="0050679F" w:rsidP="00E474D2">
      <w:pPr>
        <w:jc w:val="both"/>
      </w:pPr>
      <w:r w:rsidRPr="002B2C22">
        <w:t xml:space="preserve">Введение </w:t>
      </w:r>
    </w:p>
    <w:p w14:paraId="62F87434" w14:textId="77777777" w:rsidR="0050679F" w:rsidRPr="002B2C22" w:rsidRDefault="0050679F" w:rsidP="00E474D2">
      <w:pPr>
        <w:jc w:val="both"/>
      </w:pPr>
      <w:r w:rsidRPr="002B2C22">
        <w:t>Основная часть (главы с параграфами)</w:t>
      </w:r>
    </w:p>
    <w:p w14:paraId="708EEAF8" w14:textId="77777777" w:rsidR="0050679F" w:rsidRPr="002B2C22" w:rsidRDefault="0050679F" w:rsidP="00E474D2">
      <w:pPr>
        <w:jc w:val="both"/>
      </w:pPr>
      <w:r w:rsidRPr="002B2C22">
        <w:t xml:space="preserve">Заключение </w:t>
      </w:r>
    </w:p>
    <w:p w14:paraId="35D92481" w14:textId="77777777" w:rsidR="0050679F" w:rsidRPr="002B2C22" w:rsidRDefault="0050679F" w:rsidP="00E474D2">
      <w:pPr>
        <w:jc w:val="both"/>
      </w:pPr>
      <w:r w:rsidRPr="002B2C22">
        <w:t xml:space="preserve">Список литературы </w:t>
      </w:r>
    </w:p>
    <w:p w14:paraId="665A3ECE" w14:textId="77777777" w:rsidR="0050679F" w:rsidRPr="002B2C22" w:rsidRDefault="0050679F" w:rsidP="00E474D2">
      <w:pPr>
        <w:jc w:val="both"/>
      </w:pPr>
      <w:r w:rsidRPr="002B2C22">
        <w:t>Приложения (если таковые имеются)</w:t>
      </w:r>
    </w:p>
    <w:p w14:paraId="2F284BCA" w14:textId="77777777" w:rsidR="0050679F" w:rsidRPr="002B2C22" w:rsidRDefault="0050679F" w:rsidP="00E474D2">
      <w:pPr>
        <w:jc w:val="both"/>
        <w:rPr>
          <w:b/>
          <w:bCs/>
          <w:i/>
          <w:iCs/>
        </w:rPr>
      </w:pPr>
    </w:p>
    <w:p w14:paraId="37F04DE3" w14:textId="77777777" w:rsidR="0050679F" w:rsidRPr="002B2C22" w:rsidRDefault="0050679F" w:rsidP="00E474D2">
      <w:pPr>
        <w:jc w:val="both"/>
        <w:rPr>
          <w:b/>
          <w:bCs/>
          <w:i/>
          <w:iCs/>
        </w:rPr>
      </w:pPr>
      <w:r w:rsidRPr="002B2C22">
        <w:rPr>
          <w:b/>
          <w:bCs/>
          <w:i/>
          <w:iCs/>
        </w:rPr>
        <w:t>Структура реферата</w:t>
      </w:r>
    </w:p>
    <w:p w14:paraId="18E8DE93" w14:textId="77777777" w:rsidR="0050679F" w:rsidRPr="002B2C22" w:rsidRDefault="0050679F" w:rsidP="00E474D2">
      <w:pPr>
        <w:jc w:val="both"/>
      </w:pPr>
    </w:p>
    <w:p w14:paraId="38AF7077" w14:textId="77777777" w:rsidR="0050679F" w:rsidRPr="002B2C22" w:rsidRDefault="0050679F" w:rsidP="00E474D2">
      <w:pPr>
        <w:jc w:val="both"/>
        <w:rPr>
          <w:i/>
          <w:iCs/>
        </w:rPr>
      </w:pPr>
      <w:r w:rsidRPr="002B2C22">
        <w:rPr>
          <w:i/>
          <w:iCs/>
        </w:rPr>
        <w:t xml:space="preserve">Введение </w:t>
      </w:r>
    </w:p>
    <w:p w14:paraId="3D7A4E83" w14:textId="77777777" w:rsidR="0050679F" w:rsidRPr="002B2C22" w:rsidRDefault="0050679F"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1822C3CB" w14:textId="77777777" w:rsidR="0050679F" w:rsidRPr="002B2C22" w:rsidRDefault="0050679F"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08BE122C" w14:textId="77777777" w:rsidR="0050679F" w:rsidRPr="002B2C22" w:rsidRDefault="0050679F" w:rsidP="00E474D2">
      <w:pPr>
        <w:pStyle w:val="a4"/>
        <w:spacing w:after="0"/>
        <w:ind w:firstLine="709"/>
        <w:jc w:val="both"/>
      </w:pPr>
    </w:p>
    <w:p w14:paraId="7ECBEA23" w14:textId="77777777" w:rsidR="0050679F" w:rsidRPr="002B2C22" w:rsidRDefault="0050679F" w:rsidP="00E474D2">
      <w:pPr>
        <w:pStyle w:val="a4"/>
        <w:spacing w:after="0"/>
        <w:jc w:val="both"/>
        <w:rPr>
          <w:i/>
          <w:iCs/>
        </w:rPr>
      </w:pPr>
      <w:r w:rsidRPr="002B2C22">
        <w:rPr>
          <w:i/>
          <w:iCs/>
        </w:rPr>
        <w:t>Основная часть</w:t>
      </w:r>
    </w:p>
    <w:p w14:paraId="6FE23DD8" w14:textId="77777777" w:rsidR="0050679F" w:rsidRPr="002B2C22" w:rsidRDefault="0050679F" w:rsidP="00E474D2">
      <w:pPr>
        <w:pStyle w:val="a4"/>
        <w:spacing w:after="0"/>
        <w:ind w:firstLine="709"/>
        <w:jc w:val="both"/>
      </w:pPr>
      <w:r w:rsidRPr="002B2C22">
        <w:t>В данном разделе должна быть раскрыта тема реферата.</w:t>
      </w:r>
    </w:p>
    <w:p w14:paraId="556B6E7F" w14:textId="77777777" w:rsidR="0050679F" w:rsidRPr="002B2C22" w:rsidRDefault="0050679F"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157ACEB0" w14:textId="77777777" w:rsidR="0050679F" w:rsidRPr="002B2C22" w:rsidRDefault="0050679F" w:rsidP="00E474D2">
      <w:pPr>
        <w:pStyle w:val="a4"/>
        <w:spacing w:after="0"/>
        <w:ind w:firstLine="709"/>
        <w:jc w:val="both"/>
      </w:pPr>
    </w:p>
    <w:p w14:paraId="2357F388" w14:textId="77777777" w:rsidR="0050679F" w:rsidRPr="002B2C22" w:rsidRDefault="0050679F" w:rsidP="00E474D2">
      <w:pPr>
        <w:pStyle w:val="a4"/>
        <w:spacing w:after="0"/>
        <w:jc w:val="both"/>
        <w:rPr>
          <w:i/>
          <w:iCs/>
        </w:rPr>
      </w:pPr>
      <w:r w:rsidRPr="002B2C22">
        <w:rPr>
          <w:i/>
          <w:iCs/>
        </w:rPr>
        <w:t>Глава 1.</w:t>
      </w:r>
    </w:p>
    <w:p w14:paraId="002667BA" w14:textId="77777777" w:rsidR="0050679F" w:rsidRPr="002B2C22" w:rsidRDefault="0050679F"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5C65EA57" w14:textId="77777777" w:rsidR="0050679F" w:rsidRPr="002B2C22" w:rsidRDefault="0050679F"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4CDBE60C" w14:textId="77777777" w:rsidR="0050679F" w:rsidRPr="002B2C22" w:rsidRDefault="0050679F" w:rsidP="00E474D2">
      <w:pPr>
        <w:ind w:firstLine="709"/>
        <w:jc w:val="both"/>
      </w:pPr>
      <w:r w:rsidRPr="002B2C22">
        <w:t>Когда описывается какое-либо явление, то оно может рассматриваться:</w:t>
      </w:r>
    </w:p>
    <w:p w14:paraId="2B152570" w14:textId="77777777" w:rsidR="0050679F" w:rsidRPr="002B2C22" w:rsidRDefault="0050679F" w:rsidP="00E474D2">
      <w:pPr>
        <w:ind w:firstLine="709"/>
        <w:jc w:val="both"/>
      </w:pPr>
      <w:r w:rsidRPr="002B2C22">
        <w:t>- по хронологическому принципу, то есть во временном интервале, или в историческом аспекте;</w:t>
      </w:r>
    </w:p>
    <w:p w14:paraId="654A13AD" w14:textId="77777777" w:rsidR="0050679F" w:rsidRPr="002B2C22" w:rsidRDefault="0050679F" w:rsidP="00E474D2">
      <w:pPr>
        <w:ind w:firstLine="709"/>
        <w:jc w:val="both"/>
      </w:pPr>
      <w:r w:rsidRPr="002B2C22">
        <w:t>- по логическому принципу, в этом случае рассмотрение явления нужно делать по следующему плану.</w:t>
      </w:r>
    </w:p>
    <w:p w14:paraId="65E1B374" w14:textId="77777777" w:rsidR="0050679F" w:rsidRPr="002B2C22" w:rsidRDefault="0050679F"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EAE60A7" w14:textId="77777777" w:rsidR="0050679F" w:rsidRPr="002B2C22" w:rsidRDefault="0050679F"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22BEB5A5" w14:textId="77777777" w:rsidR="0050679F" w:rsidRPr="002B2C22" w:rsidRDefault="0050679F" w:rsidP="00E474D2">
      <w:pPr>
        <w:ind w:firstLine="709"/>
        <w:jc w:val="both"/>
      </w:pPr>
      <w:r w:rsidRPr="002B2C22">
        <w:t>3. Практика использования данного определения, для каких отраслей науки и сфер деятельности.</w:t>
      </w:r>
    </w:p>
    <w:p w14:paraId="094B3FA8" w14:textId="77777777" w:rsidR="0050679F" w:rsidRPr="002B2C22" w:rsidRDefault="0050679F"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26D5B2CD" w14:textId="77777777" w:rsidR="0050679F" w:rsidRPr="002B2C22" w:rsidRDefault="0050679F" w:rsidP="00E474D2">
      <w:pPr>
        <w:ind w:firstLine="709"/>
        <w:jc w:val="both"/>
      </w:pPr>
      <w:r w:rsidRPr="002B2C22">
        <w:t>В процессе описания какого-либо явления, студенту также необходимо указывать свою точку зрения.</w:t>
      </w:r>
    </w:p>
    <w:p w14:paraId="6F3920BC" w14:textId="77777777" w:rsidR="0050679F" w:rsidRPr="002B2C22" w:rsidRDefault="0050679F"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7DA9CA53" w14:textId="77777777" w:rsidR="0050679F" w:rsidRPr="002B2C22" w:rsidRDefault="0050679F" w:rsidP="00E474D2">
      <w:pPr>
        <w:jc w:val="both"/>
      </w:pPr>
    </w:p>
    <w:p w14:paraId="75C3C012" w14:textId="77777777" w:rsidR="0050679F" w:rsidRPr="002B2C22" w:rsidRDefault="0050679F" w:rsidP="00E474D2">
      <w:pPr>
        <w:jc w:val="both"/>
        <w:rPr>
          <w:i/>
          <w:iCs/>
        </w:rPr>
      </w:pPr>
      <w:r w:rsidRPr="002B2C22">
        <w:rPr>
          <w:i/>
          <w:iCs/>
        </w:rPr>
        <w:t>Глава 2.</w:t>
      </w:r>
    </w:p>
    <w:p w14:paraId="71AC5E5C" w14:textId="77777777" w:rsidR="0050679F" w:rsidRPr="002B2C22" w:rsidRDefault="0050679F"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7CACD7F2" w14:textId="77777777" w:rsidR="0050679F" w:rsidRPr="002B2C22" w:rsidRDefault="0050679F"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0DE547BE" w14:textId="77777777" w:rsidR="0050679F" w:rsidRPr="002B2C22" w:rsidRDefault="0050679F" w:rsidP="00E474D2">
      <w:pPr>
        <w:ind w:firstLine="720"/>
        <w:jc w:val="both"/>
      </w:pPr>
    </w:p>
    <w:p w14:paraId="2FFDFBFF" w14:textId="77777777" w:rsidR="0050679F" w:rsidRPr="002B2C22" w:rsidRDefault="0050679F" w:rsidP="00E474D2">
      <w:pPr>
        <w:jc w:val="both"/>
        <w:rPr>
          <w:i/>
          <w:iCs/>
        </w:rPr>
      </w:pPr>
      <w:r w:rsidRPr="002B2C22">
        <w:rPr>
          <w:i/>
          <w:iCs/>
        </w:rPr>
        <w:t xml:space="preserve">Заключение </w:t>
      </w:r>
    </w:p>
    <w:p w14:paraId="3DB9336A" w14:textId="77777777" w:rsidR="0050679F" w:rsidRPr="002B2C22" w:rsidRDefault="0050679F"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04F631D1" w14:textId="77777777" w:rsidR="0050679F" w:rsidRPr="002B2C22" w:rsidRDefault="0050679F" w:rsidP="00E474D2">
      <w:pPr>
        <w:pStyle w:val="a4"/>
        <w:spacing w:after="0"/>
        <w:ind w:firstLine="567"/>
        <w:jc w:val="both"/>
      </w:pPr>
      <w:r w:rsidRPr="002B2C22">
        <w:t xml:space="preserve">Заключение по объему не должно превышать введение. </w:t>
      </w:r>
    </w:p>
    <w:p w14:paraId="73E1DD43" w14:textId="77777777" w:rsidR="0050679F" w:rsidRPr="002B2C22" w:rsidRDefault="0050679F" w:rsidP="00E474D2">
      <w:pPr>
        <w:pStyle w:val="a4"/>
        <w:jc w:val="both"/>
        <w:rPr>
          <w:i/>
          <w:iCs/>
        </w:rPr>
      </w:pPr>
      <w:r w:rsidRPr="002B2C22">
        <w:rPr>
          <w:b/>
          <w:bCs/>
          <w:i/>
          <w:iCs/>
        </w:rPr>
        <w:t>Список литературы</w:t>
      </w:r>
    </w:p>
    <w:p w14:paraId="3AF25857" w14:textId="77777777" w:rsidR="0050679F" w:rsidRPr="002B2C22" w:rsidRDefault="0050679F"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E33C4F6" w14:textId="77777777" w:rsidR="0050679F" w:rsidRPr="002B2C22" w:rsidRDefault="0050679F"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23181CE3" w14:textId="77777777" w:rsidR="0050679F" w:rsidRPr="002B2C22" w:rsidRDefault="0050679F"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6F18EC54" w14:textId="77777777" w:rsidR="0050679F" w:rsidRPr="002B2C22" w:rsidRDefault="0050679F"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2A2F57BD" w14:textId="77777777" w:rsidR="0050679F" w:rsidRPr="002B2C22" w:rsidRDefault="0050679F"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7545C5FF" w14:textId="77777777" w:rsidR="0050679F" w:rsidRPr="002B2C22" w:rsidRDefault="0050679F"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10C9CDC3" w14:textId="77777777" w:rsidR="0050679F" w:rsidRPr="002B2C22" w:rsidRDefault="0050679F" w:rsidP="00E474D2">
      <w:pPr>
        <w:ind w:firstLine="567"/>
        <w:jc w:val="both"/>
      </w:pPr>
      <w:r w:rsidRPr="002B2C22">
        <w:t>Литературные источники следует располагать в следующем порядке:</w:t>
      </w:r>
    </w:p>
    <w:p w14:paraId="28E76AB6" w14:textId="77777777" w:rsidR="0050679F" w:rsidRPr="002B2C22" w:rsidRDefault="0050679F" w:rsidP="00E474D2">
      <w:pPr>
        <w:jc w:val="both"/>
      </w:pPr>
      <w:r w:rsidRPr="002B2C22">
        <w:t>- энциклопедии, справочники;</w:t>
      </w:r>
    </w:p>
    <w:p w14:paraId="50F59CC9" w14:textId="77777777" w:rsidR="0050679F" w:rsidRPr="002B2C22" w:rsidRDefault="0050679F" w:rsidP="00E474D2">
      <w:pPr>
        <w:jc w:val="both"/>
      </w:pPr>
      <w:r w:rsidRPr="002B2C22">
        <w:t>- книги по теме реферата;</w:t>
      </w:r>
    </w:p>
    <w:p w14:paraId="798CAE99" w14:textId="77777777" w:rsidR="0050679F" w:rsidRPr="002B2C22" w:rsidRDefault="0050679F" w:rsidP="00E474D2">
      <w:pPr>
        <w:pStyle w:val="a4"/>
        <w:spacing w:after="0"/>
        <w:jc w:val="both"/>
      </w:pPr>
      <w:r w:rsidRPr="002B2C22">
        <w:t xml:space="preserve">- газетно-журнальные статьи; </w:t>
      </w:r>
    </w:p>
    <w:p w14:paraId="25130CC9" w14:textId="77777777" w:rsidR="0050679F" w:rsidRPr="002B2C22" w:rsidRDefault="0050679F" w:rsidP="00E474D2">
      <w:pPr>
        <w:pStyle w:val="a4"/>
        <w:spacing w:after="0"/>
        <w:jc w:val="both"/>
      </w:pPr>
      <w:r w:rsidRPr="002B2C22">
        <w:t>- иностранные источники (изданные на иностранном языке);</w:t>
      </w:r>
    </w:p>
    <w:p w14:paraId="66DE2F64" w14:textId="77777777" w:rsidR="0050679F" w:rsidRPr="002B2C22" w:rsidRDefault="0050679F" w:rsidP="00E474D2">
      <w:pPr>
        <w:pStyle w:val="a4"/>
        <w:spacing w:after="0"/>
        <w:jc w:val="both"/>
      </w:pPr>
      <w:r w:rsidRPr="002B2C22">
        <w:t xml:space="preserve">- электронные (цифровые) ресурсы. </w:t>
      </w:r>
    </w:p>
    <w:p w14:paraId="74CD0E41" w14:textId="77777777" w:rsidR="0050679F" w:rsidRPr="002B2C22" w:rsidRDefault="0050679F" w:rsidP="00E474D2">
      <w:pPr>
        <w:jc w:val="both"/>
        <w:rPr>
          <w:rStyle w:val="a6"/>
          <w:i/>
          <w:iCs/>
        </w:rPr>
      </w:pPr>
    </w:p>
    <w:p w14:paraId="79A8C846" w14:textId="77777777" w:rsidR="0050679F" w:rsidRPr="002B2C22" w:rsidRDefault="0050679F" w:rsidP="00E474D2">
      <w:pPr>
        <w:jc w:val="both"/>
      </w:pPr>
      <w:r w:rsidRPr="002B2C22">
        <w:rPr>
          <w:rStyle w:val="a6"/>
          <w:i/>
          <w:iCs/>
        </w:rPr>
        <w:t>Приложения</w:t>
      </w:r>
      <w:r w:rsidRPr="002B2C22">
        <w:rPr>
          <w:i/>
          <w:iCs/>
        </w:rPr>
        <w:t xml:space="preserve"> </w:t>
      </w:r>
    </w:p>
    <w:p w14:paraId="5B181E96" w14:textId="77777777" w:rsidR="0050679F" w:rsidRPr="002B2C22" w:rsidRDefault="0050679F" w:rsidP="00E474D2">
      <w:pPr>
        <w:ind w:firstLine="709"/>
        <w:jc w:val="both"/>
      </w:pPr>
    </w:p>
    <w:p w14:paraId="475A55C1" w14:textId="77777777" w:rsidR="0050679F" w:rsidRPr="002B2C22" w:rsidRDefault="0050679F"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6F98B137" w14:textId="77777777" w:rsidR="0050679F" w:rsidRPr="002B2C22" w:rsidRDefault="0050679F"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FD37E98" w14:textId="77777777" w:rsidR="0050679F" w:rsidRPr="002B2C22" w:rsidRDefault="0050679F" w:rsidP="00E474D2">
      <w:pPr>
        <w:pStyle w:val="a4"/>
        <w:spacing w:after="0"/>
        <w:jc w:val="both"/>
        <w:rPr>
          <w:b/>
          <w:bCs/>
        </w:rPr>
      </w:pPr>
    </w:p>
    <w:p w14:paraId="7FAC718B" w14:textId="77777777" w:rsidR="0050679F" w:rsidRPr="002B2C22" w:rsidRDefault="0050679F" w:rsidP="00E474D2">
      <w:pPr>
        <w:pStyle w:val="a4"/>
        <w:spacing w:after="0"/>
        <w:jc w:val="both"/>
        <w:rPr>
          <w:b/>
          <w:bCs/>
          <w:i/>
          <w:iCs/>
        </w:rPr>
      </w:pPr>
      <w:r w:rsidRPr="002B2C22">
        <w:rPr>
          <w:b/>
          <w:bCs/>
          <w:i/>
          <w:iCs/>
        </w:rPr>
        <w:t>Язык реферата</w:t>
      </w:r>
    </w:p>
    <w:p w14:paraId="158CEA05" w14:textId="77777777" w:rsidR="0050679F" w:rsidRPr="002B2C22" w:rsidRDefault="0050679F" w:rsidP="00E474D2">
      <w:pPr>
        <w:pStyle w:val="3"/>
        <w:spacing w:before="0" w:beforeAutospacing="0" w:after="0" w:afterAutospacing="0"/>
        <w:ind w:firstLine="567"/>
        <w:jc w:val="both"/>
        <w:rPr>
          <w:rFonts w:ascii="Times New Roman" w:hAnsi="Times New Roman" w:cs="Times New Roman"/>
          <w:lang w:val="ru-RU"/>
        </w:rPr>
      </w:pPr>
    </w:p>
    <w:p w14:paraId="59FA737E" w14:textId="77777777" w:rsidR="0050679F" w:rsidRPr="002B2C22" w:rsidRDefault="0050679F"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782D9305" w14:textId="77777777" w:rsidR="0050679F" w:rsidRPr="002B2C22" w:rsidRDefault="0050679F"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076E1663" w14:textId="77777777" w:rsidR="0050679F" w:rsidRPr="002B2C22" w:rsidRDefault="0050679F"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255D9947" w14:textId="77777777" w:rsidR="0050679F" w:rsidRPr="002B2C22" w:rsidRDefault="0050679F" w:rsidP="00E474D2">
      <w:pPr>
        <w:pStyle w:val="a4"/>
        <w:spacing w:after="0"/>
        <w:ind w:firstLine="567"/>
        <w:jc w:val="both"/>
        <w:rPr>
          <w:rStyle w:val="a6"/>
          <w:b w:val="0"/>
          <w:bCs w:val="0"/>
        </w:rPr>
      </w:pPr>
    </w:p>
    <w:p w14:paraId="12CDECF2" w14:textId="77777777" w:rsidR="0050679F" w:rsidRDefault="0050679F" w:rsidP="00E474D2">
      <w:pPr>
        <w:pStyle w:val="a4"/>
        <w:spacing w:after="0"/>
        <w:jc w:val="both"/>
        <w:rPr>
          <w:b/>
          <w:bCs/>
          <w:i/>
          <w:iCs/>
        </w:rPr>
      </w:pPr>
    </w:p>
    <w:p w14:paraId="0107C394" w14:textId="77777777" w:rsidR="0050679F" w:rsidRDefault="0050679F" w:rsidP="00E474D2">
      <w:pPr>
        <w:pStyle w:val="a4"/>
        <w:spacing w:after="0"/>
        <w:jc w:val="both"/>
        <w:rPr>
          <w:b/>
          <w:bCs/>
          <w:i/>
          <w:iCs/>
        </w:rPr>
      </w:pPr>
    </w:p>
    <w:p w14:paraId="21E6B911" w14:textId="77777777" w:rsidR="0050679F" w:rsidRPr="002B2C22" w:rsidRDefault="0050679F" w:rsidP="00E474D2">
      <w:pPr>
        <w:pStyle w:val="a4"/>
        <w:spacing w:after="0"/>
        <w:jc w:val="both"/>
        <w:rPr>
          <w:rStyle w:val="a6"/>
          <w:b w:val="0"/>
          <w:bCs w:val="0"/>
          <w:i/>
          <w:iCs/>
        </w:rPr>
      </w:pPr>
      <w:r w:rsidRPr="002B2C22">
        <w:rPr>
          <w:b/>
          <w:bCs/>
          <w:i/>
          <w:iCs/>
        </w:rPr>
        <w:lastRenderedPageBreak/>
        <w:t>Оформление ссылок и сносок</w:t>
      </w:r>
    </w:p>
    <w:p w14:paraId="2B5692C7" w14:textId="77777777" w:rsidR="0050679F" w:rsidRPr="002B2C22" w:rsidRDefault="0050679F" w:rsidP="00E474D2">
      <w:pPr>
        <w:pStyle w:val="a4"/>
        <w:spacing w:after="0"/>
        <w:ind w:firstLine="567"/>
        <w:jc w:val="both"/>
        <w:rPr>
          <w:rStyle w:val="a6"/>
          <w:b w:val="0"/>
          <w:bCs w:val="0"/>
        </w:rPr>
      </w:pPr>
    </w:p>
    <w:p w14:paraId="334993DA" w14:textId="77777777" w:rsidR="0050679F" w:rsidRPr="002B2C22" w:rsidRDefault="0050679F"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28B9F331" w14:textId="77777777" w:rsidR="0050679F" w:rsidRPr="002B2C22" w:rsidRDefault="0050679F"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00B36A98" w14:textId="77777777" w:rsidR="0050679F" w:rsidRPr="002B2C22" w:rsidRDefault="0050679F" w:rsidP="00E474D2">
      <w:pPr>
        <w:ind w:firstLine="567"/>
        <w:jc w:val="both"/>
        <w:rPr>
          <w:b/>
          <w:bCs/>
        </w:rPr>
      </w:pPr>
      <w:bookmarkStart w:id="4" w:name="BM1_5"/>
      <w:bookmarkStart w:id="5" w:name="BM1_6"/>
      <w:bookmarkEnd w:id="4"/>
      <w:bookmarkEnd w:id="5"/>
    </w:p>
    <w:p w14:paraId="7E0D057F" w14:textId="77777777" w:rsidR="0050679F" w:rsidRDefault="0050679F" w:rsidP="00371F79"/>
    <w:sectPr w:rsidR="0050679F" w:rsidSect="00C36E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277710092">
    <w:abstractNumId w:val="10"/>
  </w:num>
  <w:num w:numId="2" w16cid:durableId="2125347775">
    <w:abstractNumId w:val="9"/>
  </w:num>
  <w:num w:numId="3" w16cid:durableId="185020824">
    <w:abstractNumId w:val="3"/>
  </w:num>
  <w:num w:numId="4" w16cid:durableId="1459690154">
    <w:abstractNumId w:val="7"/>
  </w:num>
  <w:num w:numId="5" w16cid:durableId="775447006">
    <w:abstractNumId w:val="4"/>
  </w:num>
  <w:num w:numId="6" w16cid:durableId="1741098213">
    <w:abstractNumId w:val="8"/>
  </w:num>
  <w:num w:numId="7" w16cid:durableId="515461288">
    <w:abstractNumId w:val="2"/>
  </w:num>
  <w:num w:numId="8" w16cid:durableId="109055316">
    <w:abstractNumId w:val="0"/>
  </w:num>
  <w:num w:numId="9" w16cid:durableId="995768438">
    <w:abstractNumId w:val="11"/>
  </w:num>
  <w:num w:numId="10" w16cid:durableId="1864704789">
    <w:abstractNumId w:val="6"/>
  </w:num>
  <w:num w:numId="11" w16cid:durableId="1454784853">
    <w:abstractNumId w:val="1"/>
  </w:num>
  <w:num w:numId="12" w16cid:durableId="147406401">
    <w:abstractNumId w:val="5"/>
  </w:num>
  <w:num w:numId="13" w16cid:durableId="8371615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733C0"/>
    <w:rsid w:val="002B2C22"/>
    <w:rsid w:val="00371F79"/>
    <w:rsid w:val="0038696C"/>
    <w:rsid w:val="00425903"/>
    <w:rsid w:val="00442981"/>
    <w:rsid w:val="00471A7D"/>
    <w:rsid w:val="004E70F0"/>
    <w:rsid w:val="0050679F"/>
    <w:rsid w:val="0051127D"/>
    <w:rsid w:val="00642138"/>
    <w:rsid w:val="00680092"/>
    <w:rsid w:val="007252A8"/>
    <w:rsid w:val="00751C6F"/>
    <w:rsid w:val="007718BB"/>
    <w:rsid w:val="007C45A5"/>
    <w:rsid w:val="00804B71"/>
    <w:rsid w:val="008053F7"/>
    <w:rsid w:val="00814136"/>
    <w:rsid w:val="0082446A"/>
    <w:rsid w:val="0089572D"/>
    <w:rsid w:val="008C5D06"/>
    <w:rsid w:val="00A152F4"/>
    <w:rsid w:val="00A22AFF"/>
    <w:rsid w:val="00A3165A"/>
    <w:rsid w:val="00B53131"/>
    <w:rsid w:val="00BF205D"/>
    <w:rsid w:val="00C36E23"/>
    <w:rsid w:val="00C65BFA"/>
    <w:rsid w:val="00C7143E"/>
    <w:rsid w:val="00DF286A"/>
    <w:rsid w:val="00E474D2"/>
    <w:rsid w:val="00ED0426"/>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D226EB"/>
  <w15:docId w15:val="{405EB221-B289-4D10-9B7F-D6B1DBF2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6075</Words>
  <Characters>34630</Characters>
  <Application>Microsoft Office Word</Application>
  <DocSecurity>0</DocSecurity>
  <Lines>288</Lines>
  <Paragraphs>81</Paragraphs>
  <ScaleCrop>false</ScaleCrop>
  <Company>Home</Company>
  <LinksUpToDate>false</LinksUpToDate>
  <CharactersWithSpaces>40624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12</cp:revision>
  <dcterms:created xsi:type="dcterms:W3CDTF">2022-03-29T12:10:00Z</dcterms:created>
  <dcterms:modified xsi:type="dcterms:W3CDTF">2024-03-25T15:29:00Z</dcterms:modified>
</cp:coreProperties>
</file>